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4D8C7" w14:textId="77777777" w:rsidR="00B4539B" w:rsidRPr="00B4539B" w:rsidRDefault="00B4539B" w:rsidP="00B4539B">
      <w:pPr>
        <w:spacing w:line="240" w:lineRule="auto"/>
        <w:rPr>
          <w:rFonts w:ascii="Arial" w:hAnsi="Arial" w:cs="Arial"/>
        </w:rPr>
      </w:pPr>
    </w:p>
    <w:p w14:paraId="60BA7877" w14:textId="3E2FA2C9" w:rsidR="00EC45EE" w:rsidRDefault="00EC45EE" w:rsidP="00B4539B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EC45EE">
        <w:rPr>
          <w:rFonts w:ascii="Arial" w:hAnsi="Arial" w:cs="Arial"/>
          <w:b/>
          <w:u w:val="single"/>
        </w:rPr>
        <w:t xml:space="preserve">PART 3 – SCHEDULE OF </w:t>
      </w:r>
      <w:r>
        <w:rPr>
          <w:rFonts w:ascii="Arial" w:hAnsi="Arial" w:cs="Arial"/>
          <w:b/>
          <w:u w:val="single"/>
        </w:rPr>
        <w:t>SPONSORSHIP</w:t>
      </w:r>
    </w:p>
    <w:p w14:paraId="2E69A3C6" w14:textId="420A6FE7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155"/>
        <w:gridCol w:w="1800"/>
        <w:gridCol w:w="1800"/>
        <w:gridCol w:w="3420"/>
        <w:gridCol w:w="1080"/>
        <w:gridCol w:w="1710"/>
        <w:gridCol w:w="1620"/>
      </w:tblGrid>
      <w:tr w:rsidR="00D610D7" w:rsidRPr="00281128" w14:paraId="1C937FAB" w14:textId="4772AFBF" w:rsidTr="00930658">
        <w:tc>
          <w:tcPr>
            <w:tcW w:w="450" w:type="dxa"/>
            <w:shd w:val="clear" w:color="auto" w:fill="D9D9D9"/>
          </w:tcPr>
          <w:p w14:paraId="08BEB87A" w14:textId="77777777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>S/N</w:t>
            </w:r>
          </w:p>
        </w:tc>
        <w:tc>
          <w:tcPr>
            <w:tcW w:w="2155" w:type="dxa"/>
            <w:shd w:val="clear" w:color="auto" w:fill="D9D9D9"/>
          </w:tcPr>
          <w:p w14:paraId="17B7D4FF" w14:textId="77777777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>Item Description</w:t>
            </w:r>
          </w:p>
        </w:tc>
        <w:tc>
          <w:tcPr>
            <w:tcW w:w="1800" w:type="dxa"/>
            <w:shd w:val="clear" w:color="auto" w:fill="D9D9D9"/>
          </w:tcPr>
          <w:p w14:paraId="027308B7" w14:textId="77777777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>Brand/Model</w:t>
            </w:r>
          </w:p>
        </w:tc>
        <w:tc>
          <w:tcPr>
            <w:tcW w:w="1800" w:type="dxa"/>
            <w:shd w:val="clear" w:color="auto" w:fill="D9D9D9"/>
          </w:tcPr>
          <w:p w14:paraId="1222124D" w14:textId="6846961C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>Warranty</w:t>
            </w:r>
            <w:r w:rsidR="003C0666" w:rsidRPr="00281128">
              <w:rPr>
                <w:rFonts w:ascii="Arial" w:hAnsi="Arial" w:cs="Arial"/>
                <w:b/>
                <w:sz w:val="20"/>
                <w:szCs w:val="20"/>
              </w:rPr>
              <w:t xml:space="preserve"> Period</w:t>
            </w:r>
            <w:r w:rsidRPr="00281128">
              <w:rPr>
                <w:rFonts w:ascii="Arial" w:hAnsi="Arial" w:cs="Arial"/>
                <w:b/>
                <w:sz w:val="20"/>
                <w:szCs w:val="20"/>
              </w:rPr>
              <w:t>, if any</w:t>
            </w:r>
          </w:p>
        </w:tc>
        <w:tc>
          <w:tcPr>
            <w:tcW w:w="3420" w:type="dxa"/>
            <w:shd w:val="clear" w:color="auto" w:fill="D9D9D9"/>
          </w:tcPr>
          <w:p w14:paraId="4024C1D5" w14:textId="3DB57C5B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>Delivery Date</w:t>
            </w:r>
          </w:p>
        </w:tc>
        <w:tc>
          <w:tcPr>
            <w:tcW w:w="1080" w:type="dxa"/>
            <w:shd w:val="clear" w:color="auto" w:fill="D9D9D9"/>
          </w:tcPr>
          <w:p w14:paraId="1228E8D6" w14:textId="77777777" w:rsidR="00D610D7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>Quantity</w:t>
            </w:r>
          </w:p>
          <w:p w14:paraId="5D2CD926" w14:textId="60AC507F" w:rsidR="00B72434" w:rsidRPr="00B72434" w:rsidRDefault="00B72434" w:rsidP="006A00D6">
            <w:pPr>
              <w:pStyle w:val="Default"/>
              <w:spacing w:after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2434">
              <w:rPr>
                <w:rFonts w:ascii="Arial" w:hAnsi="Arial" w:cs="Arial"/>
                <w:bCs/>
                <w:sz w:val="20"/>
                <w:szCs w:val="20"/>
              </w:rPr>
              <w:t>(over two years)</w:t>
            </w:r>
          </w:p>
        </w:tc>
        <w:tc>
          <w:tcPr>
            <w:tcW w:w="1710" w:type="dxa"/>
            <w:shd w:val="clear" w:color="auto" w:fill="D9D9D9"/>
          </w:tcPr>
          <w:p w14:paraId="449AE43A" w14:textId="6EE99805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 xml:space="preserve">Unit </w:t>
            </w:r>
            <w:r w:rsidR="00931789" w:rsidRPr="00281128">
              <w:rPr>
                <w:rFonts w:ascii="Arial" w:hAnsi="Arial" w:cs="Arial"/>
                <w:b/>
                <w:sz w:val="20"/>
                <w:szCs w:val="20"/>
              </w:rPr>
              <w:t xml:space="preserve">Market </w:t>
            </w:r>
            <w:r w:rsidRPr="00281128">
              <w:rPr>
                <w:rFonts w:ascii="Arial" w:hAnsi="Arial" w:cs="Arial"/>
                <w:b/>
                <w:sz w:val="20"/>
                <w:szCs w:val="20"/>
              </w:rPr>
              <w:t>Price, excluding GST</w:t>
            </w:r>
          </w:p>
        </w:tc>
        <w:tc>
          <w:tcPr>
            <w:tcW w:w="1620" w:type="dxa"/>
            <w:shd w:val="clear" w:color="auto" w:fill="D9D9D9"/>
          </w:tcPr>
          <w:p w14:paraId="15CCFD65" w14:textId="556C57FC" w:rsidR="00D610D7" w:rsidRPr="00281128" w:rsidRDefault="00D610D7" w:rsidP="006A00D6">
            <w:pPr>
              <w:pStyle w:val="Default"/>
              <w:spacing w:after="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128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931789" w:rsidRPr="00281128">
              <w:rPr>
                <w:rFonts w:ascii="Arial" w:hAnsi="Arial" w:cs="Arial"/>
                <w:b/>
                <w:sz w:val="20"/>
                <w:szCs w:val="20"/>
              </w:rPr>
              <w:t xml:space="preserve">Market </w:t>
            </w:r>
            <w:r w:rsidRPr="00281128">
              <w:rPr>
                <w:rFonts w:ascii="Arial" w:hAnsi="Arial" w:cs="Arial"/>
                <w:b/>
                <w:sz w:val="20"/>
                <w:szCs w:val="20"/>
              </w:rPr>
              <w:t>Price, excluding GST</w:t>
            </w:r>
          </w:p>
        </w:tc>
      </w:tr>
      <w:tr w:rsidR="00B23344" w:rsidRPr="00281128" w14:paraId="4FB3AC1B" w14:textId="7421B859" w:rsidTr="00930658">
        <w:tc>
          <w:tcPr>
            <w:tcW w:w="450" w:type="dxa"/>
            <w:shd w:val="clear" w:color="auto" w:fill="auto"/>
          </w:tcPr>
          <w:p w14:paraId="61957612" w14:textId="77777777" w:rsidR="00B23344" w:rsidRPr="00281128" w:rsidRDefault="00B23344" w:rsidP="006A00D6">
            <w:pPr>
              <w:pStyle w:val="Default"/>
              <w:spacing w:after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2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55" w:type="dxa"/>
            <w:shd w:val="clear" w:color="auto" w:fill="auto"/>
          </w:tcPr>
          <w:p w14:paraId="3DDF7E29" w14:textId="5C11564A" w:rsidR="00F471AE" w:rsidRPr="00281128" w:rsidRDefault="00B72434" w:rsidP="00F471AE">
            <w:pPr>
              <w:pStyle w:val="Default"/>
              <w:spacing w:after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Netball</w:t>
            </w:r>
          </w:p>
        </w:tc>
        <w:tc>
          <w:tcPr>
            <w:tcW w:w="1800" w:type="dxa"/>
          </w:tcPr>
          <w:p w14:paraId="41F7BAC5" w14:textId="77777777" w:rsidR="00B23344" w:rsidRPr="00281128" w:rsidRDefault="00B23344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800" w:type="dxa"/>
            <w:shd w:val="clear" w:color="auto" w:fill="auto"/>
          </w:tcPr>
          <w:p w14:paraId="57C4E32B" w14:textId="77777777" w:rsidR="00B23344" w:rsidRPr="00281128" w:rsidRDefault="00B23344" w:rsidP="006A00D6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3420" w:type="dxa"/>
          </w:tcPr>
          <w:p w14:paraId="5E04CE0A" w14:textId="6B859FAA" w:rsidR="00BB66BF" w:rsidRPr="00234684" w:rsidRDefault="00BB66BF" w:rsidP="00BB66BF">
            <w:pPr>
              <w:pStyle w:val="Defaul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  <w:lang w:val="en-SG"/>
              </w:rPr>
            </w:pPr>
            <w:r w:rsidRPr="00234684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30 in early</w:t>
            </w:r>
            <w:r w:rsidR="00405B06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-</w:t>
            </w:r>
            <w:r w:rsidRPr="00234684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January 2025</w:t>
            </w:r>
          </w:p>
          <w:p w14:paraId="79614EF0" w14:textId="77777777" w:rsidR="00BB66BF" w:rsidRPr="00234684" w:rsidRDefault="00BB66BF" w:rsidP="00BB66BF">
            <w:pPr>
              <w:pStyle w:val="Defaul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  <w:lang w:val="en-SG"/>
              </w:rPr>
            </w:pPr>
            <w:r w:rsidRPr="00234684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30 in mid-June 2025</w:t>
            </w:r>
          </w:p>
          <w:p w14:paraId="251E5050" w14:textId="5E7A7D0D" w:rsidR="00BB66BF" w:rsidRPr="00234684" w:rsidRDefault="00BB66BF" w:rsidP="00BB66BF">
            <w:pPr>
              <w:pStyle w:val="Defaul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  <w:lang w:val="en-SG"/>
              </w:rPr>
            </w:pPr>
            <w:r w:rsidRPr="00234684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30 in early</w:t>
            </w:r>
            <w:r w:rsidR="00405B06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-</w:t>
            </w:r>
            <w:r w:rsidRPr="00234684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January 2026</w:t>
            </w:r>
          </w:p>
          <w:p w14:paraId="374BCD07" w14:textId="16FBE21C" w:rsidR="00B23344" w:rsidRPr="00281128" w:rsidRDefault="00BB66BF" w:rsidP="00BB66BF">
            <w:pPr>
              <w:pStyle w:val="Default"/>
              <w:numPr>
                <w:ilvl w:val="0"/>
                <w:numId w:val="37"/>
              </w:num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34684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30 in mid-June 2026</w:t>
            </w:r>
          </w:p>
        </w:tc>
        <w:tc>
          <w:tcPr>
            <w:tcW w:w="1080" w:type="dxa"/>
          </w:tcPr>
          <w:p w14:paraId="7205484D" w14:textId="2C858B36" w:rsidR="00B23344" w:rsidRPr="00281128" w:rsidRDefault="00D346D4" w:rsidP="006A00D6">
            <w:pPr>
              <w:pStyle w:val="Default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120</w:t>
            </w:r>
          </w:p>
        </w:tc>
        <w:tc>
          <w:tcPr>
            <w:tcW w:w="1710" w:type="dxa"/>
          </w:tcPr>
          <w:p w14:paraId="77FFC75B" w14:textId="2E0AB37C" w:rsidR="00B23344" w:rsidRPr="00281128" w:rsidRDefault="00B23344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620" w:type="dxa"/>
          </w:tcPr>
          <w:p w14:paraId="4CAA1210" w14:textId="05325BFE" w:rsidR="00B23344" w:rsidRPr="00281128" w:rsidRDefault="00B23344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</w:tr>
      <w:tr w:rsidR="004A6ED9" w:rsidRPr="00281128" w14:paraId="60458D8B" w14:textId="77777777" w:rsidTr="00930658">
        <w:tc>
          <w:tcPr>
            <w:tcW w:w="450" w:type="dxa"/>
            <w:shd w:val="clear" w:color="auto" w:fill="auto"/>
          </w:tcPr>
          <w:p w14:paraId="391DC687" w14:textId="2679B572" w:rsidR="004A6ED9" w:rsidRPr="00281128" w:rsidRDefault="004A6ED9" w:rsidP="006A00D6">
            <w:pPr>
              <w:pStyle w:val="Default"/>
              <w:spacing w:after="2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2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55" w:type="dxa"/>
            <w:shd w:val="clear" w:color="auto" w:fill="auto"/>
          </w:tcPr>
          <w:p w14:paraId="46560953" w14:textId="5AE3B650" w:rsidR="004A6ED9" w:rsidRPr="00351F3A" w:rsidRDefault="00B72434" w:rsidP="006A00D6">
            <w:pPr>
              <w:pStyle w:val="Default"/>
              <w:spacing w:after="23"/>
              <w:rPr>
                <w:rFonts w:ascii="Arial" w:hAnsi="Arial" w:cs="Arial"/>
                <w:b/>
                <w:bCs/>
                <w:i/>
                <w:iCs/>
                <w:spacing w:val="-2"/>
                <w:sz w:val="20"/>
                <w:szCs w:val="20"/>
              </w:rPr>
            </w:pPr>
            <w:r w:rsidRPr="00B72434">
              <w:rPr>
                <w:rFonts w:ascii="Arial" w:hAnsi="Arial" w:cs="Arial"/>
                <w:sz w:val="20"/>
                <w:szCs w:val="20"/>
              </w:rPr>
              <w:t>Shoulder ball bag</w:t>
            </w:r>
          </w:p>
        </w:tc>
        <w:tc>
          <w:tcPr>
            <w:tcW w:w="1800" w:type="dxa"/>
          </w:tcPr>
          <w:p w14:paraId="6DB09EA6" w14:textId="2B8A34F1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800" w:type="dxa"/>
            <w:shd w:val="clear" w:color="auto" w:fill="auto"/>
          </w:tcPr>
          <w:p w14:paraId="2BC33CEB" w14:textId="701DD94A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3420" w:type="dxa"/>
          </w:tcPr>
          <w:p w14:paraId="56AB4655" w14:textId="77777777" w:rsidR="004A6ED9" w:rsidRDefault="00930658" w:rsidP="00930658">
            <w:pPr>
              <w:pStyle w:val="Default"/>
              <w:numPr>
                <w:ilvl w:val="0"/>
                <w:numId w:val="38"/>
              </w:numPr>
              <w:ind w:left="345" w:hanging="345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3 pieces in January 2025</w:t>
            </w:r>
          </w:p>
          <w:p w14:paraId="7C04CB86" w14:textId="0EA18A06" w:rsidR="00930658" w:rsidRPr="00281128" w:rsidRDefault="00930658" w:rsidP="00930658">
            <w:pPr>
              <w:pStyle w:val="Default"/>
              <w:numPr>
                <w:ilvl w:val="0"/>
                <w:numId w:val="38"/>
              </w:numPr>
              <w:ind w:left="345" w:hanging="345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3 pieces in January 2026</w:t>
            </w:r>
          </w:p>
        </w:tc>
        <w:tc>
          <w:tcPr>
            <w:tcW w:w="1080" w:type="dxa"/>
          </w:tcPr>
          <w:p w14:paraId="5F00D0CF" w14:textId="1406C318" w:rsidR="004A6ED9" w:rsidRPr="00281128" w:rsidRDefault="00B72434" w:rsidP="006A00D6">
            <w:pPr>
              <w:pStyle w:val="Default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6</w:t>
            </w:r>
          </w:p>
        </w:tc>
        <w:tc>
          <w:tcPr>
            <w:tcW w:w="1710" w:type="dxa"/>
          </w:tcPr>
          <w:p w14:paraId="6FB9E664" w14:textId="6B946207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620" w:type="dxa"/>
          </w:tcPr>
          <w:p w14:paraId="3D577C3A" w14:textId="2A8FF515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</w:tr>
      <w:tr w:rsidR="004A6ED9" w:rsidRPr="00281128" w14:paraId="3F13D83D" w14:textId="77777777" w:rsidTr="00930658">
        <w:tc>
          <w:tcPr>
            <w:tcW w:w="450" w:type="dxa"/>
            <w:shd w:val="clear" w:color="auto" w:fill="auto"/>
          </w:tcPr>
          <w:p w14:paraId="752EE1A1" w14:textId="58AA633E" w:rsidR="004A6ED9" w:rsidRPr="00281128" w:rsidRDefault="004A6ED9" w:rsidP="006A00D6">
            <w:pPr>
              <w:pStyle w:val="Default"/>
              <w:spacing w:after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811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55" w:type="dxa"/>
            <w:shd w:val="clear" w:color="auto" w:fill="auto"/>
          </w:tcPr>
          <w:p w14:paraId="2292D7A0" w14:textId="3F4E78D2" w:rsidR="004A6ED9" w:rsidRPr="00B72434" w:rsidRDefault="00B72434" w:rsidP="006A00D6">
            <w:pPr>
              <w:pStyle w:val="Default"/>
              <w:spacing w:after="23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B72434">
              <w:rPr>
                <w:rFonts w:ascii="Arial" w:hAnsi="Arial" w:cs="Arial"/>
                <w:spacing w:val="-2"/>
                <w:sz w:val="20"/>
                <w:szCs w:val="20"/>
              </w:rPr>
              <w:t>Cloth bibs</w:t>
            </w:r>
          </w:p>
        </w:tc>
        <w:tc>
          <w:tcPr>
            <w:tcW w:w="1800" w:type="dxa"/>
          </w:tcPr>
          <w:p w14:paraId="7666CB98" w14:textId="6EEB0F9A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800" w:type="dxa"/>
            <w:shd w:val="clear" w:color="auto" w:fill="auto"/>
          </w:tcPr>
          <w:p w14:paraId="609D8871" w14:textId="4AC28799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3420" w:type="dxa"/>
          </w:tcPr>
          <w:p w14:paraId="08245887" w14:textId="77777777" w:rsidR="00930658" w:rsidRPr="00486A6D" w:rsidRDefault="00930658" w:rsidP="00930658">
            <w:pPr>
              <w:pStyle w:val="Defaul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  <w:lang w:val="en-SG"/>
              </w:rPr>
            </w:pPr>
            <w:r w:rsidRPr="00486A6D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4 sets in January 2025</w:t>
            </w:r>
          </w:p>
          <w:p w14:paraId="16884B91" w14:textId="7564F1C1" w:rsidR="004A6ED9" w:rsidRPr="00281128" w:rsidRDefault="00930658" w:rsidP="00930658">
            <w:pPr>
              <w:pStyle w:val="Default"/>
              <w:numPr>
                <w:ilvl w:val="0"/>
                <w:numId w:val="39"/>
              </w:num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86A6D">
              <w:rPr>
                <w:rFonts w:asciiTheme="minorHAnsi" w:hAnsiTheme="minorHAnsi" w:cstheme="minorHAnsi"/>
                <w:sz w:val="20"/>
                <w:szCs w:val="20"/>
                <w:lang w:val="en-SG"/>
              </w:rPr>
              <w:t>4 sets in January 2026</w:t>
            </w:r>
          </w:p>
        </w:tc>
        <w:tc>
          <w:tcPr>
            <w:tcW w:w="1080" w:type="dxa"/>
          </w:tcPr>
          <w:p w14:paraId="05C7BE77" w14:textId="392DEF09" w:rsidR="004A6ED9" w:rsidRPr="00281128" w:rsidRDefault="00590804" w:rsidP="006A00D6">
            <w:pPr>
              <w:pStyle w:val="Default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8</w:t>
            </w:r>
          </w:p>
        </w:tc>
        <w:tc>
          <w:tcPr>
            <w:tcW w:w="1710" w:type="dxa"/>
          </w:tcPr>
          <w:p w14:paraId="1247080A" w14:textId="24E71628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620" w:type="dxa"/>
          </w:tcPr>
          <w:p w14:paraId="5AE284F7" w14:textId="5C5DB71F" w:rsidR="004A6ED9" w:rsidRPr="00281128" w:rsidRDefault="004A6ED9" w:rsidP="006A00D6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</w:tr>
      <w:tr w:rsidR="00B72434" w:rsidRPr="00281128" w14:paraId="18D621B2" w14:textId="77777777" w:rsidTr="00930658">
        <w:tc>
          <w:tcPr>
            <w:tcW w:w="450" w:type="dxa"/>
            <w:shd w:val="clear" w:color="auto" w:fill="auto"/>
          </w:tcPr>
          <w:p w14:paraId="6F5A8D8C" w14:textId="08F43F09" w:rsidR="00B72434" w:rsidRDefault="00B72434" w:rsidP="00B72434">
            <w:pPr>
              <w:pStyle w:val="Default"/>
              <w:spacing w:after="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55" w:type="dxa"/>
            <w:shd w:val="clear" w:color="auto" w:fill="auto"/>
          </w:tcPr>
          <w:p w14:paraId="7FF522E6" w14:textId="2BA965D7" w:rsidR="00B72434" w:rsidRPr="00B72434" w:rsidRDefault="00B72434" w:rsidP="00B72434">
            <w:pPr>
              <w:pStyle w:val="Default"/>
              <w:spacing w:after="23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Post ring nets</w:t>
            </w:r>
          </w:p>
        </w:tc>
        <w:tc>
          <w:tcPr>
            <w:tcW w:w="1800" w:type="dxa"/>
          </w:tcPr>
          <w:p w14:paraId="7A48D93F" w14:textId="46A55EAA" w:rsidR="00B72434" w:rsidRPr="00281128" w:rsidRDefault="00B72434" w:rsidP="00B72434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800" w:type="dxa"/>
            <w:shd w:val="clear" w:color="auto" w:fill="auto"/>
          </w:tcPr>
          <w:p w14:paraId="57C3444A" w14:textId="512D6D28" w:rsidR="00B72434" w:rsidRPr="00281128" w:rsidRDefault="00B72434" w:rsidP="00B72434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3420" w:type="dxa"/>
          </w:tcPr>
          <w:p w14:paraId="791FB534" w14:textId="4CA056E6" w:rsidR="00B72434" w:rsidRPr="00281128" w:rsidRDefault="00930658" w:rsidP="00B72434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All 10 sets in January 2025</w:t>
            </w:r>
          </w:p>
        </w:tc>
        <w:tc>
          <w:tcPr>
            <w:tcW w:w="1080" w:type="dxa"/>
          </w:tcPr>
          <w:p w14:paraId="5077826D" w14:textId="274FB460" w:rsidR="00B72434" w:rsidRPr="00281128" w:rsidRDefault="00590804" w:rsidP="00B72434">
            <w:pPr>
              <w:pStyle w:val="Default"/>
              <w:jc w:val="center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10</w:t>
            </w:r>
          </w:p>
        </w:tc>
        <w:tc>
          <w:tcPr>
            <w:tcW w:w="1710" w:type="dxa"/>
          </w:tcPr>
          <w:p w14:paraId="13D3773A" w14:textId="59CD5127" w:rsidR="00B72434" w:rsidRPr="00281128" w:rsidRDefault="00B72434" w:rsidP="00B72434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  <w:tc>
          <w:tcPr>
            <w:tcW w:w="1620" w:type="dxa"/>
          </w:tcPr>
          <w:p w14:paraId="3291A791" w14:textId="34AF21EE" w:rsidR="00B72434" w:rsidRPr="00281128" w:rsidRDefault="00B72434" w:rsidP="00B72434">
            <w:pPr>
              <w:pStyle w:val="Default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81128">
              <w:rPr>
                <w:rFonts w:ascii="Arial" w:hAnsi="Arial" w:cs="Arial"/>
                <w:spacing w:val="-2"/>
                <w:sz w:val="20"/>
                <w:szCs w:val="20"/>
              </w:rPr>
              <w:t>[●]</w:t>
            </w:r>
          </w:p>
        </w:tc>
      </w:tr>
    </w:tbl>
    <w:p w14:paraId="2573C31E" w14:textId="77777777" w:rsidR="00B4539B" w:rsidRPr="00281128" w:rsidRDefault="00B4539B" w:rsidP="00B4539B">
      <w:pPr>
        <w:spacing w:line="240" w:lineRule="auto"/>
        <w:jc w:val="both"/>
        <w:rPr>
          <w:rFonts w:ascii="Arial" w:hAnsi="Arial" w:cs="Arial"/>
        </w:rPr>
      </w:pPr>
    </w:p>
    <w:p w14:paraId="3C9FD4E1" w14:textId="199F2C63" w:rsidR="00EC45EE" w:rsidRPr="00281128" w:rsidRDefault="00EC45EE" w:rsidP="00B4539B">
      <w:pPr>
        <w:spacing w:line="240" w:lineRule="auto"/>
        <w:jc w:val="both"/>
        <w:rPr>
          <w:rFonts w:ascii="Arial" w:hAnsi="Arial" w:cs="Arial"/>
        </w:rPr>
      </w:pPr>
    </w:p>
    <w:p w14:paraId="0D31B4E7" w14:textId="77777777" w:rsidR="005F144A" w:rsidRPr="00281128" w:rsidRDefault="005F144A" w:rsidP="005F144A">
      <w:pPr>
        <w:spacing w:line="240" w:lineRule="auto"/>
        <w:jc w:val="both"/>
        <w:rPr>
          <w:rFonts w:ascii="Arial" w:hAnsi="Arial" w:cs="Arial"/>
        </w:rPr>
      </w:pPr>
      <w:r w:rsidRPr="00281128">
        <w:rPr>
          <w:rFonts w:ascii="Arial" w:hAnsi="Arial" w:cs="Arial"/>
        </w:rPr>
        <w:t>A Delivery Order (DO) must be accompanied with each delivery of goods.</w:t>
      </w:r>
    </w:p>
    <w:p w14:paraId="1A18FA62" w14:textId="77777777" w:rsidR="00F471AE" w:rsidRDefault="00F471AE" w:rsidP="00F471AE">
      <w:pPr>
        <w:spacing w:line="240" w:lineRule="auto"/>
        <w:jc w:val="both"/>
        <w:rPr>
          <w:rFonts w:ascii="Arial" w:hAnsi="Arial" w:cs="Arial"/>
        </w:rPr>
      </w:pPr>
      <w:r w:rsidRPr="00281128">
        <w:rPr>
          <w:rFonts w:ascii="Arial" w:hAnsi="Arial" w:cs="Arial"/>
        </w:rPr>
        <w:t xml:space="preserve">The </w:t>
      </w:r>
      <w:proofErr w:type="gramStart"/>
      <w:r w:rsidRPr="00281128">
        <w:rPr>
          <w:rFonts w:ascii="Arial" w:hAnsi="Arial" w:cs="Arial"/>
        </w:rPr>
        <w:t>School</w:t>
      </w:r>
      <w:proofErr w:type="gramEnd"/>
      <w:r w:rsidRPr="00281128">
        <w:rPr>
          <w:rFonts w:ascii="Arial" w:hAnsi="Arial" w:cs="Arial"/>
        </w:rPr>
        <w:t xml:space="preserve"> may request documentary evidence of market price of products or goods delivered.</w:t>
      </w:r>
    </w:p>
    <w:p w14:paraId="777C1F84" w14:textId="2BD1D2D8" w:rsidR="009760C2" w:rsidRPr="00B4539B" w:rsidRDefault="009760C2" w:rsidP="00B4539B">
      <w:pPr>
        <w:spacing w:line="240" w:lineRule="auto"/>
        <w:jc w:val="both"/>
        <w:rPr>
          <w:rFonts w:ascii="Arial" w:hAnsi="Arial" w:cs="Arial"/>
        </w:rPr>
      </w:pPr>
    </w:p>
    <w:p w14:paraId="6AD96271" w14:textId="1795BC61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p w14:paraId="666893CD" w14:textId="1243D60A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p w14:paraId="1B32D639" w14:textId="7D950F33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p w14:paraId="5A752344" w14:textId="270FED03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p w14:paraId="29046568" w14:textId="1D9F91AC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p w14:paraId="0DA43E0B" w14:textId="77777777" w:rsidR="009E2183" w:rsidRPr="00B4539B" w:rsidRDefault="009E2183" w:rsidP="00B4539B">
      <w:pPr>
        <w:spacing w:line="240" w:lineRule="auto"/>
        <w:jc w:val="both"/>
        <w:rPr>
          <w:rFonts w:ascii="Arial" w:hAnsi="Arial" w:cs="Arial"/>
        </w:rPr>
      </w:pPr>
    </w:p>
    <w:p w14:paraId="02D09A50" w14:textId="77777777" w:rsidR="00EC45EE" w:rsidRPr="00B4539B" w:rsidRDefault="00EC45EE" w:rsidP="00B4539B">
      <w:pPr>
        <w:spacing w:line="240" w:lineRule="auto"/>
        <w:jc w:val="both"/>
        <w:rPr>
          <w:rFonts w:ascii="Arial" w:hAnsi="Arial" w:cs="Arial"/>
        </w:rPr>
      </w:pPr>
    </w:p>
    <w:p w14:paraId="17BCAE3B" w14:textId="77777777" w:rsidR="00EC45EE" w:rsidRPr="00EC45EE" w:rsidRDefault="00EC45EE" w:rsidP="00EC45EE">
      <w:pPr>
        <w:pStyle w:val="Title"/>
        <w:ind w:right="-694"/>
        <w:jc w:val="left"/>
        <w:rPr>
          <w:b w:val="0"/>
          <w:color w:val="auto"/>
          <w:szCs w:val="20"/>
          <w:u w:val="none"/>
        </w:rPr>
      </w:pPr>
      <w:r w:rsidRPr="00EC45EE">
        <w:rPr>
          <w:b w:val="0"/>
          <w:color w:val="auto"/>
          <w:szCs w:val="20"/>
          <w:u w:val="none"/>
        </w:rPr>
        <w:t>_______________________________</w:t>
      </w:r>
    </w:p>
    <w:p w14:paraId="3C74C5A2" w14:textId="77777777" w:rsidR="00EC45EE" w:rsidRPr="00EC45EE" w:rsidRDefault="00EC45EE" w:rsidP="00EC45EE">
      <w:pPr>
        <w:pStyle w:val="Title"/>
        <w:ind w:right="-694"/>
        <w:jc w:val="left"/>
        <w:rPr>
          <w:b w:val="0"/>
          <w:color w:val="auto"/>
          <w:szCs w:val="20"/>
        </w:rPr>
      </w:pPr>
      <w:r w:rsidRPr="00EC45EE">
        <w:rPr>
          <w:b w:val="0"/>
          <w:color w:val="auto"/>
          <w:szCs w:val="20"/>
          <w:u w:val="none"/>
        </w:rPr>
        <w:t>Name of Tenderer/Official Stamp/Date</w:t>
      </w:r>
    </w:p>
    <w:p w14:paraId="2189903A" w14:textId="2A167149" w:rsidR="00EC45EE" w:rsidRPr="00EC45EE" w:rsidRDefault="00EC45EE" w:rsidP="00ED2454">
      <w:pPr>
        <w:pStyle w:val="Level2Number"/>
        <w:numPr>
          <w:ilvl w:val="0"/>
          <w:numId w:val="0"/>
        </w:numPr>
        <w:rPr>
          <w:rFonts w:ascii="Arial" w:eastAsiaTheme="minorHAnsi" w:hAnsi="Arial" w:cs="Arial"/>
          <w:b/>
          <w:bCs w:val="0"/>
          <w:szCs w:val="20"/>
        </w:rPr>
      </w:pPr>
    </w:p>
    <w:p w14:paraId="356EC15C" w14:textId="77777777" w:rsidR="00EC45EE" w:rsidRPr="00C40F17" w:rsidRDefault="00EC45EE" w:rsidP="00EC45EE">
      <w:pPr>
        <w:pStyle w:val="Title"/>
        <w:ind w:right="-694"/>
        <w:jc w:val="left"/>
        <w:rPr>
          <w:b w:val="0"/>
          <w:color w:val="auto"/>
          <w:szCs w:val="20"/>
        </w:rPr>
      </w:pPr>
      <w:r w:rsidRPr="00C40F17">
        <w:rPr>
          <w:b w:val="0"/>
          <w:color w:val="auto"/>
          <w:szCs w:val="20"/>
        </w:rPr>
        <w:t>_______________________________</w:t>
      </w:r>
    </w:p>
    <w:p w14:paraId="1E88661A" w14:textId="55F048D1" w:rsidR="00EC45EE" w:rsidRDefault="00EC45EE" w:rsidP="00116FA9">
      <w:pPr>
        <w:pStyle w:val="Title"/>
        <w:ind w:right="8"/>
        <w:jc w:val="left"/>
        <w:rPr>
          <w:b w:val="0"/>
          <w:color w:val="auto"/>
          <w:szCs w:val="20"/>
          <w:u w:val="none"/>
        </w:rPr>
      </w:pPr>
      <w:r w:rsidRPr="00EC45EE">
        <w:rPr>
          <w:b w:val="0"/>
          <w:color w:val="auto"/>
          <w:szCs w:val="20"/>
          <w:u w:val="none"/>
        </w:rPr>
        <w:t xml:space="preserve">Name of </w:t>
      </w:r>
      <w:proofErr w:type="spellStart"/>
      <w:r w:rsidRPr="00EC45EE">
        <w:rPr>
          <w:b w:val="0"/>
          <w:color w:val="auto"/>
          <w:szCs w:val="20"/>
          <w:u w:val="none"/>
        </w:rPr>
        <w:t>Authorised</w:t>
      </w:r>
      <w:proofErr w:type="spellEnd"/>
      <w:r w:rsidRPr="00EC45EE">
        <w:rPr>
          <w:b w:val="0"/>
          <w:color w:val="auto"/>
          <w:szCs w:val="20"/>
          <w:u w:val="none"/>
        </w:rPr>
        <w:t xml:space="preserve"> Personnel/Designation/Signature/Date</w:t>
      </w:r>
    </w:p>
    <w:p w14:paraId="7E265795" w14:textId="77777777" w:rsidR="00D438EC" w:rsidRPr="00BB6F90" w:rsidRDefault="00D438EC" w:rsidP="00116FA9">
      <w:pPr>
        <w:pStyle w:val="Title"/>
        <w:ind w:right="8"/>
        <w:jc w:val="left"/>
        <w:rPr>
          <w:b w:val="0"/>
          <w:color w:val="auto"/>
          <w:szCs w:val="20"/>
        </w:rPr>
        <w:sectPr w:rsidR="00D438EC" w:rsidRPr="00BB6F90" w:rsidSect="00B453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F702C59" w14:textId="27A3FD21" w:rsidR="00BB6F90" w:rsidRDefault="00BB6F90" w:rsidP="00BB6F90">
      <w:pPr>
        <w:tabs>
          <w:tab w:val="center" w:pos="6979"/>
        </w:tabs>
      </w:pPr>
    </w:p>
    <w:p w14:paraId="7E59C7E8" w14:textId="77777777" w:rsidR="00BB6F90" w:rsidRPr="00BB6F90" w:rsidRDefault="00BB6F90" w:rsidP="00BB6F90"/>
    <w:p w14:paraId="59329E7F" w14:textId="283F3930" w:rsidR="00BB6F90" w:rsidRDefault="00BB6F90" w:rsidP="00BB6F90"/>
    <w:p w14:paraId="04CF30F6" w14:textId="316CD1E1" w:rsidR="00AC34B4" w:rsidRPr="00AC34B4" w:rsidRDefault="00AC34B4" w:rsidP="00AC34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zCs w:val="24"/>
          <w:u w:val="single"/>
        </w:rPr>
      </w:pPr>
      <w:r w:rsidRPr="00AC34B4">
        <w:rPr>
          <w:rFonts w:ascii="Arial" w:hAnsi="Arial" w:cs="Arial"/>
          <w:b/>
          <w:bCs/>
          <w:caps/>
          <w:szCs w:val="24"/>
          <w:u w:val="single"/>
        </w:rPr>
        <w:t>P</w:t>
      </w:r>
      <w:r w:rsidR="00BB6F90">
        <w:rPr>
          <w:rFonts w:ascii="Arial" w:hAnsi="Arial" w:cs="Arial"/>
          <w:b/>
          <w:bCs/>
          <w:caps/>
          <w:szCs w:val="24"/>
          <w:u w:val="single"/>
        </w:rPr>
        <w:t>ART 4</w:t>
      </w:r>
      <w:r w:rsidRPr="00AC34B4">
        <w:rPr>
          <w:rFonts w:ascii="Arial" w:hAnsi="Arial" w:cs="Arial"/>
          <w:b/>
          <w:bCs/>
          <w:caps/>
          <w:szCs w:val="24"/>
          <w:u w:val="single"/>
        </w:rPr>
        <w:t xml:space="preserve"> – </w:t>
      </w:r>
      <w:r w:rsidRPr="00AC34B4">
        <w:rPr>
          <w:rFonts w:ascii="Arial" w:hAnsi="Arial" w:cs="Arial"/>
          <w:b/>
          <w:bCs/>
          <w:szCs w:val="24"/>
          <w:u w:val="single"/>
        </w:rPr>
        <w:t>STATEMENT OF COMPLIANCE</w:t>
      </w:r>
    </w:p>
    <w:p w14:paraId="1B96032C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</w:rPr>
      </w:pPr>
    </w:p>
    <w:p w14:paraId="65046320" w14:textId="77777777" w:rsidR="00AC34B4" w:rsidRPr="00AC34B4" w:rsidRDefault="00AC34B4" w:rsidP="00AC34B4">
      <w:pPr>
        <w:autoSpaceDE w:val="0"/>
        <w:autoSpaceDN w:val="0"/>
        <w:adjustRightInd w:val="0"/>
        <w:jc w:val="both"/>
        <w:rPr>
          <w:rFonts w:ascii="Arial" w:eastAsia="Microsoft JhengHei" w:hAnsi="Arial" w:cs="Arial"/>
          <w:b/>
          <w:bCs/>
          <w:caps/>
          <w:u w:val="single"/>
        </w:rPr>
      </w:pPr>
      <w:r w:rsidRPr="00AC34B4">
        <w:rPr>
          <w:rFonts w:ascii="Arial" w:eastAsia="Microsoft JhengHei" w:hAnsi="Arial" w:cs="Arial"/>
        </w:rPr>
        <w:t xml:space="preserve">The Tenderer shall take note of the language used for each clause in the Invitation to </w:t>
      </w:r>
      <w:r>
        <w:rPr>
          <w:rFonts w:ascii="Arial" w:eastAsia="Microsoft JhengHei" w:hAnsi="Arial" w:cs="Arial"/>
        </w:rPr>
        <w:t>Sponsor</w:t>
      </w:r>
      <w:r w:rsidRPr="00AC34B4">
        <w:rPr>
          <w:rFonts w:ascii="Arial" w:eastAsia="Microsoft JhengHei" w:hAnsi="Arial" w:cs="Arial"/>
        </w:rPr>
        <w:t>:</w:t>
      </w:r>
    </w:p>
    <w:p w14:paraId="745B9D66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272"/>
        <w:gridCol w:w="5731"/>
      </w:tblGrid>
      <w:tr w:rsidR="00AC34B4" w:rsidRPr="00AC34B4" w14:paraId="60E975B5" w14:textId="77777777" w:rsidTr="007A5F33">
        <w:tc>
          <w:tcPr>
            <w:tcW w:w="3080" w:type="dxa"/>
            <w:shd w:val="clear" w:color="auto" w:fill="auto"/>
          </w:tcPr>
          <w:p w14:paraId="467DFD01" w14:textId="0A768F8F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Must, Shall, Will or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>Mandatory</w:t>
            </w:r>
          </w:p>
        </w:tc>
        <w:tc>
          <w:tcPr>
            <w:tcW w:w="236" w:type="dxa"/>
            <w:shd w:val="clear" w:color="auto" w:fill="auto"/>
          </w:tcPr>
          <w:p w14:paraId="6A5FF796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:</w:t>
            </w:r>
          </w:p>
        </w:tc>
        <w:tc>
          <w:tcPr>
            <w:tcW w:w="5926" w:type="dxa"/>
            <w:shd w:val="clear" w:color="auto" w:fill="auto"/>
          </w:tcPr>
          <w:p w14:paraId="2AC8324D" w14:textId="77777777" w:rsid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The item mentioned is an absolute requirement.</w:t>
            </w:r>
          </w:p>
          <w:p w14:paraId="7EAA28BA" w14:textId="0807B570" w:rsidR="008837BA" w:rsidRPr="00AC34B4" w:rsidRDefault="008837BA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71942E7F" w14:textId="77777777" w:rsidTr="007A5F33">
        <w:tc>
          <w:tcPr>
            <w:tcW w:w="3080" w:type="dxa"/>
            <w:shd w:val="clear" w:color="auto" w:fill="auto"/>
          </w:tcPr>
          <w:p w14:paraId="289A04DF" w14:textId="016E2045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Should, Where Possible or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>Recommended</w:t>
            </w:r>
          </w:p>
        </w:tc>
        <w:tc>
          <w:tcPr>
            <w:tcW w:w="236" w:type="dxa"/>
            <w:shd w:val="clear" w:color="auto" w:fill="auto"/>
          </w:tcPr>
          <w:p w14:paraId="37B9A213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:</w:t>
            </w:r>
          </w:p>
        </w:tc>
        <w:tc>
          <w:tcPr>
            <w:tcW w:w="5926" w:type="dxa"/>
            <w:shd w:val="clear" w:color="auto" w:fill="auto"/>
          </w:tcPr>
          <w:p w14:paraId="714DED9D" w14:textId="281F6A2F" w:rsid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The item mentioned should be followed. Exceptions must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 xml:space="preserve">be documented and approved by the </w:t>
            </w:r>
            <w:proofErr w:type="gramStart"/>
            <w:r w:rsidRPr="00AC34B4">
              <w:rPr>
                <w:rFonts w:ascii="Arial" w:eastAsia="Microsoft JhengHei" w:hAnsi="Arial" w:cs="Arial"/>
              </w:rPr>
              <w:t>School</w:t>
            </w:r>
            <w:proofErr w:type="gramEnd"/>
            <w:r w:rsidRPr="00AC34B4">
              <w:rPr>
                <w:rFonts w:ascii="Arial" w:eastAsia="Microsoft JhengHei" w:hAnsi="Arial" w:cs="Arial"/>
              </w:rPr>
              <w:t>.</w:t>
            </w:r>
            <w:r w:rsidR="008837BA">
              <w:rPr>
                <w:rFonts w:ascii="Arial" w:eastAsia="Microsoft JhengHei" w:hAnsi="Arial" w:cs="Arial"/>
              </w:rPr>
              <w:t xml:space="preserve"> </w:t>
            </w:r>
            <w:r w:rsidRPr="00AC34B4">
              <w:rPr>
                <w:rFonts w:ascii="Arial" w:eastAsia="Microsoft JhengHei" w:hAnsi="Arial" w:cs="Arial"/>
              </w:rPr>
              <w:t>Compensating controls must be in place.</w:t>
            </w:r>
          </w:p>
          <w:p w14:paraId="2E46EA38" w14:textId="41E46044" w:rsidR="008837BA" w:rsidRPr="00AC34B4" w:rsidRDefault="008837BA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3A02D714" w14:textId="77777777" w:rsidTr="007A5F33">
        <w:tc>
          <w:tcPr>
            <w:tcW w:w="3080" w:type="dxa"/>
            <w:shd w:val="clear" w:color="auto" w:fill="auto"/>
          </w:tcPr>
          <w:p w14:paraId="5CC8BB44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May or Optional</w:t>
            </w:r>
          </w:p>
        </w:tc>
        <w:tc>
          <w:tcPr>
            <w:tcW w:w="236" w:type="dxa"/>
            <w:shd w:val="clear" w:color="auto" w:fill="auto"/>
          </w:tcPr>
          <w:p w14:paraId="1BC506BB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:</w:t>
            </w:r>
          </w:p>
        </w:tc>
        <w:tc>
          <w:tcPr>
            <w:tcW w:w="5926" w:type="dxa"/>
            <w:shd w:val="clear" w:color="auto" w:fill="auto"/>
          </w:tcPr>
          <w:p w14:paraId="70A00467" w14:textId="77777777" w:rsidR="00AC34B4" w:rsidRP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The item mentioned is truly optional. It may be followed</w:t>
            </w:r>
          </w:p>
          <w:p w14:paraId="34DCDACC" w14:textId="77777777" w:rsidR="00AC34B4" w:rsidRDefault="00AC34B4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  <w:r w:rsidRPr="00AC34B4">
              <w:rPr>
                <w:rFonts w:ascii="Arial" w:eastAsia="Microsoft JhengHei" w:hAnsi="Arial" w:cs="Arial"/>
              </w:rPr>
              <w:t>as a suggestion.</w:t>
            </w:r>
          </w:p>
          <w:p w14:paraId="45D5E6C4" w14:textId="4AC64F4B" w:rsidR="008837BA" w:rsidRPr="00AC34B4" w:rsidRDefault="008837BA" w:rsidP="00BE4779">
            <w:pPr>
              <w:autoSpaceDE w:val="0"/>
              <w:autoSpaceDN w:val="0"/>
              <w:adjustRightInd w:val="0"/>
              <w:jc w:val="both"/>
              <w:rPr>
                <w:rFonts w:ascii="Arial" w:eastAsia="Microsoft JhengHei" w:hAnsi="Arial" w:cs="Arial"/>
              </w:rPr>
            </w:pPr>
          </w:p>
        </w:tc>
      </w:tr>
    </w:tbl>
    <w:p w14:paraId="1A01E6FF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  <w:caps/>
          <w:u w:val="single"/>
        </w:rPr>
      </w:pPr>
    </w:p>
    <w:p w14:paraId="5607781D" w14:textId="77777777" w:rsidR="00AC34B4" w:rsidRPr="00AC34B4" w:rsidRDefault="00AC34B4" w:rsidP="00A83C99">
      <w:pPr>
        <w:autoSpaceDE w:val="0"/>
        <w:autoSpaceDN w:val="0"/>
        <w:adjustRightInd w:val="0"/>
        <w:rPr>
          <w:rFonts w:ascii="Arial" w:eastAsia="Microsoft JhengHei" w:hAnsi="Arial" w:cs="Arial"/>
          <w:b/>
          <w:bCs/>
          <w:caps/>
          <w:u w:val="single"/>
        </w:rPr>
      </w:pPr>
    </w:p>
    <w:p w14:paraId="7797C234" w14:textId="24D39BBD" w:rsidR="00AC34B4" w:rsidRPr="004C24F3" w:rsidRDefault="00AC34B4" w:rsidP="00AC34B4">
      <w:pPr>
        <w:jc w:val="both"/>
        <w:rPr>
          <w:rFonts w:ascii="Arial" w:eastAsia="Microsoft JhengHei" w:hAnsi="Arial" w:cs="Arial"/>
        </w:rPr>
      </w:pPr>
      <w:r w:rsidRPr="004C24F3">
        <w:rPr>
          <w:rFonts w:ascii="Arial" w:eastAsia="Microsoft JhengHei" w:hAnsi="Arial" w:cs="Arial"/>
        </w:rPr>
        <w:t>We, ____________________________ (Name(s) in Block Letters)</w:t>
      </w:r>
      <w:r w:rsidR="00F12A29" w:rsidRPr="004C24F3">
        <w:rPr>
          <w:rFonts w:ascii="Arial" w:eastAsia="Microsoft JhengHei" w:hAnsi="Arial" w:cs="Arial"/>
        </w:rPr>
        <w:t>,</w:t>
      </w:r>
      <w:r w:rsidRPr="004C24F3">
        <w:rPr>
          <w:rFonts w:ascii="Arial" w:eastAsia="Microsoft JhengHei" w:hAnsi="Arial" w:cs="Arial"/>
        </w:rPr>
        <w:t xml:space="preserve"> hereby confirm our full compliance</w:t>
      </w:r>
      <w:r w:rsidR="00E719F4">
        <w:rPr>
          <w:rFonts w:ascii="Arial" w:eastAsia="Microsoft JhengHei" w:hAnsi="Arial" w:cs="Arial"/>
        </w:rPr>
        <w:t xml:space="preserve"> </w:t>
      </w:r>
      <w:r w:rsidRPr="004C24F3">
        <w:rPr>
          <w:rFonts w:ascii="Arial" w:eastAsia="Microsoft JhengHei" w:hAnsi="Arial" w:cs="Arial"/>
        </w:rPr>
        <w:t xml:space="preserve">to the Invitation to Sponsor </w:t>
      </w:r>
      <w:r w:rsidR="004C24F3" w:rsidRPr="004C24F3">
        <w:rPr>
          <w:rFonts w:ascii="Arial" w:eastAsia="Microsoft JhengHei" w:hAnsi="Arial" w:cs="Arial"/>
        </w:rPr>
        <w:t xml:space="preserve">(ITS) </w:t>
      </w:r>
      <w:r w:rsidRPr="004C24F3">
        <w:rPr>
          <w:rFonts w:ascii="Arial" w:eastAsia="Microsoft JhengHei" w:hAnsi="Arial" w:cs="Arial"/>
        </w:rPr>
        <w:t xml:space="preserve">for the </w:t>
      </w:r>
      <w:r w:rsidR="004C24F3" w:rsidRPr="00587A17">
        <w:rPr>
          <w:rFonts w:ascii="Arial" w:hAnsi="Arial" w:cs="Arial"/>
        </w:rPr>
        <w:t xml:space="preserve">supply and delivery of </w:t>
      </w:r>
      <w:r w:rsidR="00405B06">
        <w:rPr>
          <w:rFonts w:ascii="Arial" w:hAnsi="Arial" w:cs="Arial"/>
        </w:rPr>
        <w:t>netball equipment and products</w:t>
      </w:r>
      <w:r w:rsidR="004C24F3" w:rsidRPr="00587A17">
        <w:rPr>
          <w:rFonts w:ascii="Arial" w:hAnsi="Arial" w:cs="Arial"/>
        </w:rPr>
        <w:t xml:space="preserve"> to Singapore Sports School </w:t>
      </w:r>
      <w:r w:rsidR="00405B06">
        <w:rPr>
          <w:rFonts w:ascii="Arial" w:hAnsi="Arial" w:cs="Arial"/>
        </w:rPr>
        <w:t>L</w:t>
      </w:r>
      <w:r w:rsidR="004C24F3" w:rsidRPr="00587A17">
        <w:rPr>
          <w:rFonts w:ascii="Arial" w:hAnsi="Arial" w:cs="Arial"/>
        </w:rPr>
        <w:t xml:space="preserve">td. from </w:t>
      </w:r>
      <w:r w:rsidR="004C24F3" w:rsidRPr="00587A17">
        <w:rPr>
          <w:rFonts w:cs="Arial"/>
          <w:spacing w:val="-2"/>
        </w:rPr>
        <w:t xml:space="preserve">1 January 2025 </w:t>
      </w:r>
      <w:r w:rsidR="004C24F3" w:rsidRPr="00587A17">
        <w:rPr>
          <w:rFonts w:ascii="Arial" w:hAnsi="Arial" w:cs="Arial"/>
        </w:rPr>
        <w:t xml:space="preserve">to </w:t>
      </w:r>
      <w:r w:rsidR="004C24F3" w:rsidRPr="00587A17">
        <w:rPr>
          <w:rFonts w:cs="Arial"/>
          <w:spacing w:val="-2"/>
        </w:rPr>
        <w:t>31 December 2026</w:t>
      </w:r>
      <w:r w:rsidR="004C24F3" w:rsidRPr="00587A17">
        <w:rPr>
          <w:rFonts w:ascii="Arial" w:eastAsia="Microsoft JhengHei" w:hAnsi="Arial" w:cs="Arial"/>
        </w:rPr>
        <w:t xml:space="preserve"> (sponsorship reference: 24/00</w:t>
      </w:r>
      <w:r w:rsidR="00405B06">
        <w:rPr>
          <w:rFonts w:ascii="Arial" w:eastAsia="Microsoft JhengHei" w:hAnsi="Arial" w:cs="Arial"/>
        </w:rPr>
        <w:t>6</w:t>
      </w:r>
      <w:r w:rsidR="004C24F3" w:rsidRPr="00587A17">
        <w:rPr>
          <w:rFonts w:ascii="Arial" w:eastAsia="Microsoft JhengHei" w:hAnsi="Arial" w:cs="Arial"/>
        </w:rPr>
        <w:t>)</w:t>
      </w:r>
      <w:r w:rsidR="00223BC4" w:rsidRPr="00587A17">
        <w:rPr>
          <w:rFonts w:ascii="Arial" w:eastAsia="Microsoft JhengHei" w:hAnsi="Arial" w:cs="Arial"/>
        </w:rPr>
        <w:t>,</w:t>
      </w:r>
      <w:r w:rsidRPr="00587A17">
        <w:rPr>
          <w:rFonts w:ascii="Arial" w:eastAsia="Microsoft JhengHei" w:hAnsi="Arial" w:cs="Arial"/>
        </w:rPr>
        <w:t xml:space="preserve"> unl</w:t>
      </w:r>
      <w:r w:rsidRPr="004C24F3">
        <w:rPr>
          <w:rFonts w:ascii="Arial" w:eastAsia="Microsoft JhengHei" w:hAnsi="Arial" w:cs="Arial"/>
        </w:rPr>
        <w:t>ess otherwise stated in below table.</w:t>
      </w:r>
    </w:p>
    <w:p w14:paraId="140244A5" w14:textId="77777777" w:rsidR="00AC34B4" w:rsidRPr="00AC34B4" w:rsidRDefault="00AC34B4" w:rsidP="00AC34B4">
      <w:pPr>
        <w:autoSpaceDE w:val="0"/>
        <w:autoSpaceDN w:val="0"/>
        <w:adjustRightInd w:val="0"/>
        <w:rPr>
          <w:rFonts w:ascii="Arial" w:eastAsia="Microsoft JhengHe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206"/>
        <w:gridCol w:w="4510"/>
        <w:gridCol w:w="2361"/>
      </w:tblGrid>
      <w:tr w:rsidR="00AC34B4" w:rsidRPr="00AC34B4" w14:paraId="635F000E" w14:textId="77777777" w:rsidTr="00BE4779">
        <w:tc>
          <w:tcPr>
            <w:tcW w:w="939" w:type="dxa"/>
            <w:shd w:val="clear" w:color="auto" w:fill="DBDBDB"/>
          </w:tcPr>
          <w:p w14:paraId="27E3E93F" w14:textId="45E59DB0" w:rsidR="00AC34B4" w:rsidRPr="00AC34B4" w:rsidRDefault="00AC34B4" w:rsidP="00BE4779">
            <w:pPr>
              <w:pStyle w:val="Subtitle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Part</w:t>
            </w:r>
          </w:p>
        </w:tc>
        <w:tc>
          <w:tcPr>
            <w:tcW w:w="1206" w:type="dxa"/>
            <w:shd w:val="clear" w:color="auto" w:fill="DBDBDB"/>
          </w:tcPr>
          <w:p w14:paraId="70BED24D" w14:textId="2047A23F" w:rsidR="00AC34B4" w:rsidRPr="00AC34B4" w:rsidRDefault="00AC34B4" w:rsidP="00BE4779">
            <w:pPr>
              <w:pStyle w:val="Subtitle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Paragraph</w:t>
            </w:r>
            <w:r w:rsidR="00F12A29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 xml:space="preserve"> / clause</w:t>
            </w:r>
          </w:p>
        </w:tc>
        <w:tc>
          <w:tcPr>
            <w:tcW w:w="4510" w:type="dxa"/>
            <w:shd w:val="clear" w:color="auto" w:fill="DBDBDB"/>
          </w:tcPr>
          <w:p w14:paraId="6396C94F" w14:textId="65D5AE30" w:rsidR="00AC34B4" w:rsidRPr="00AC34B4" w:rsidRDefault="00AC34B4" w:rsidP="00F12A29">
            <w:pPr>
              <w:pStyle w:val="Subtitle"/>
              <w:jc w:val="center"/>
              <w:rPr>
                <w:rFonts w:ascii="Arial" w:eastAsia="Microsoft JhengHei" w:hAnsi="Arial" w:cs="Arial"/>
                <w:bCs w:val="0"/>
                <w:sz w:val="20"/>
                <w:u w:val="single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u w:val="single"/>
                <w:lang w:val="en-GB"/>
              </w:rPr>
              <w:t>Deviation/Non-Compliance</w:t>
            </w:r>
          </w:p>
          <w:p w14:paraId="2AB5C6EC" w14:textId="77777777" w:rsidR="00AC34B4" w:rsidRPr="00AC34B4" w:rsidRDefault="00AC34B4" w:rsidP="00F12A29">
            <w:pPr>
              <w:pStyle w:val="Subtitle"/>
              <w:jc w:val="center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(Please elaborate scope/nature of deviation/</w:t>
            </w:r>
          </w:p>
          <w:p w14:paraId="1A9D22CE" w14:textId="77777777" w:rsidR="00AC34B4" w:rsidRPr="00AC34B4" w:rsidRDefault="00AC34B4" w:rsidP="00F12A29">
            <w:pPr>
              <w:pStyle w:val="Subtitle"/>
              <w:jc w:val="center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non-compliance)</w:t>
            </w:r>
          </w:p>
        </w:tc>
        <w:tc>
          <w:tcPr>
            <w:tcW w:w="2361" w:type="dxa"/>
            <w:shd w:val="clear" w:color="auto" w:fill="DBDBDB"/>
          </w:tcPr>
          <w:p w14:paraId="02BB37F9" w14:textId="77777777" w:rsidR="00AC34B4" w:rsidRPr="00AC34B4" w:rsidRDefault="00AC34B4" w:rsidP="00BE4779">
            <w:pPr>
              <w:pStyle w:val="Subtitle"/>
              <w:rPr>
                <w:rFonts w:ascii="Arial" w:eastAsia="Microsoft JhengHei" w:hAnsi="Arial" w:cs="Arial"/>
                <w:bCs w:val="0"/>
                <w:sz w:val="20"/>
                <w:lang w:val="en-GB"/>
              </w:rPr>
            </w:pPr>
            <w:r w:rsidRPr="00AC34B4">
              <w:rPr>
                <w:rFonts w:ascii="Arial" w:eastAsia="Microsoft JhengHei" w:hAnsi="Arial" w:cs="Arial"/>
                <w:bCs w:val="0"/>
                <w:sz w:val="20"/>
                <w:lang w:val="en-GB"/>
              </w:rPr>
              <w:t>Remarks</w:t>
            </w:r>
          </w:p>
        </w:tc>
      </w:tr>
      <w:tr w:rsidR="00AC34B4" w:rsidRPr="00AC34B4" w14:paraId="4779961D" w14:textId="77777777" w:rsidTr="00BE4779">
        <w:tc>
          <w:tcPr>
            <w:tcW w:w="939" w:type="dxa"/>
            <w:shd w:val="clear" w:color="auto" w:fill="auto"/>
          </w:tcPr>
          <w:p w14:paraId="4E92068F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06" w:type="dxa"/>
            <w:shd w:val="clear" w:color="auto" w:fill="auto"/>
          </w:tcPr>
          <w:p w14:paraId="531274E3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061B199C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361" w:type="dxa"/>
            <w:shd w:val="clear" w:color="auto" w:fill="auto"/>
          </w:tcPr>
          <w:p w14:paraId="58B233C9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04E882E5" w14:textId="77777777" w:rsidTr="00BE4779">
        <w:tc>
          <w:tcPr>
            <w:tcW w:w="939" w:type="dxa"/>
            <w:shd w:val="clear" w:color="auto" w:fill="auto"/>
          </w:tcPr>
          <w:p w14:paraId="1E80A630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06" w:type="dxa"/>
            <w:shd w:val="clear" w:color="auto" w:fill="auto"/>
          </w:tcPr>
          <w:p w14:paraId="48743623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2D4DA71F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361" w:type="dxa"/>
            <w:shd w:val="clear" w:color="auto" w:fill="auto"/>
          </w:tcPr>
          <w:p w14:paraId="171111E7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2B08D2E6" w14:textId="77777777" w:rsidTr="00BE4779">
        <w:tc>
          <w:tcPr>
            <w:tcW w:w="939" w:type="dxa"/>
            <w:shd w:val="clear" w:color="auto" w:fill="auto"/>
          </w:tcPr>
          <w:p w14:paraId="66F2329A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06" w:type="dxa"/>
            <w:shd w:val="clear" w:color="auto" w:fill="auto"/>
          </w:tcPr>
          <w:p w14:paraId="748C2C9D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409867BD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361" w:type="dxa"/>
            <w:shd w:val="clear" w:color="auto" w:fill="auto"/>
          </w:tcPr>
          <w:p w14:paraId="31D09C4C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7EFCBD7F" w14:textId="77777777" w:rsidTr="00BE4779">
        <w:tc>
          <w:tcPr>
            <w:tcW w:w="939" w:type="dxa"/>
            <w:shd w:val="clear" w:color="auto" w:fill="auto"/>
          </w:tcPr>
          <w:p w14:paraId="0C8F7961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06" w:type="dxa"/>
            <w:shd w:val="clear" w:color="auto" w:fill="auto"/>
          </w:tcPr>
          <w:p w14:paraId="77303E13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10CA55D1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361" w:type="dxa"/>
            <w:shd w:val="clear" w:color="auto" w:fill="auto"/>
          </w:tcPr>
          <w:p w14:paraId="3D4AF098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312C9D97" w14:textId="77777777" w:rsidTr="00BE4779">
        <w:tc>
          <w:tcPr>
            <w:tcW w:w="939" w:type="dxa"/>
            <w:shd w:val="clear" w:color="auto" w:fill="auto"/>
          </w:tcPr>
          <w:p w14:paraId="40FEBFE0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06" w:type="dxa"/>
            <w:shd w:val="clear" w:color="auto" w:fill="auto"/>
          </w:tcPr>
          <w:p w14:paraId="0813CF44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7B0323D7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361" w:type="dxa"/>
            <w:shd w:val="clear" w:color="auto" w:fill="auto"/>
          </w:tcPr>
          <w:p w14:paraId="4282DB87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  <w:tr w:rsidR="00AC34B4" w:rsidRPr="00AC34B4" w14:paraId="3017B117" w14:textId="77777777" w:rsidTr="00BE4779">
        <w:tc>
          <w:tcPr>
            <w:tcW w:w="939" w:type="dxa"/>
            <w:shd w:val="clear" w:color="auto" w:fill="auto"/>
          </w:tcPr>
          <w:p w14:paraId="17A671A4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1206" w:type="dxa"/>
            <w:shd w:val="clear" w:color="auto" w:fill="auto"/>
          </w:tcPr>
          <w:p w14:paraId="67625480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4510" w:type="dxa"/>
            <w:shd w:val="clear" w:color="auto" w:fill="auto"/>
          </w:tcPr>
          <w:p w14:paraId="4250ADFB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  <w:tc>
          <w:tcPr>
            <w:tcW w:w="2361" w:type="dxa"/>
            <w:shd w:val="clear" w:color="auto" w:fill="auto"/>
          </w:tcPr>
          <w:p w14:paraId="2C2F5D36" w14:textId="77777777" w:rsidR="00AC34B4" w:rsidRPr="00AC34B4" w:rsidRDefault="00AC34B4" w:rsidP="007A5F33">
            <w:pPr>
              <w:autoSpaceDE w:val="0"/>
              <w:autoSpaceDN w:val="0"/>
              <w:adjustRightInd w:val="0"/>
              <w:rPr>
                <w:rFonts w:ascii="Arial" w:eastAsia="Microsoft JhengHei" w:hAnsi="Arial" w:cs="Arial"/>
              </w:rPr>
            </w:pPr>
          </w:p>
        </w:tc>
      </w:tr>
    </w:tbl>
    <w:p w14:paraId="17F19C58" w14:textId="77777777" w:rsidR="00AC34B4" w:rsidRDefault="00AC34B4" w:rsidP="00AC34B4">
      <w:pPr>
        <w:pStyle w:val="Level2Number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2B079F68" w14:textId="77777777" w:rsidR="00AC34B4" w:rsidRDefault="00AC34B4" w:rsidP="00AC34B4">
      <w:pPr>
        <w:pStyle w:val="Level2Number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5E7B1E8A" w14:textId="77777777" w:rsidR="00AC34B4" w:rsidRDefault="00AC34B4" w:rsidP="00AC34B4">
      <w:pPr>
        <w:pStyle w:val="Level2Number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344F7218" w14:textId="77777777" w:rsidR="00AC34B4" w:rsidRPr="00EC45EE" w:rsidRDefault="00AC34B4" w:rsidP="00AC34B4">
      <w:pPr>
        <w:rPr>
          <w:rFonts w:ascii="Arial" w:hAnsi="Arial" w:cs="Arial"/>
        </w:rPr>
      </w:pPr>
    </w:p>
    <w:p w14:paraId="66D8D404" w14:textId="77777777" w:rsidR="00AC34B4" w:rsidRPr="00EC45EE" w:rsidRDefault="00AC34B4" w:rsidP="00AC34B4">
      <w:pPr>
        <w:pStyle w:val="Title"/>
        <w:ind w:right="-694"/>
        <w:jc w:val="left"/>
        <w:rPr>
          <w:b w:val="0"/>
          <w:color w:val="auto"/>
          <w:szCs w:val="20"/>
          <w:u w:val="none"/>
        </w:rPr>
      </w:pPr>
      <w:r w:rsidRPr="00EC45EE">
        <w:rPr>
          <w:b w:val="0"/>
          <w:color w:val="auto"/>
          <w:szCs w:val="20"/>
          <w:u w:val="none"/>
        </w:rPr>
        <w:t>_______________________________</w:t>
      </w:r>
    </w:p>
    <w:p w14:paraId="274A7A5E" w14:textId="77777777" w:rsidR="00AC34B4" w:rsidRPr="00EC45EE" w:rsidRDefault="00AC34B4" w:rsidP="00AC34B4">
      <w:pPr>
        <w:pStyle w:val="Title"/>
        <w:ind w:right="-694"/>
        <w:jc w:val="left"/>
        <w:rPr>
          <w:b w:val="0"/>
          <w:color w:val="auto"/>
          <w:szCs w:val="20"/>
        </w:rPr>
      </w:pPr>
      <w:r w:rsidRPr="00EC45EE">
        <w:rPr>
          <w:b w:val="0"/>
          <w:color w:val="auto"/>
          <w:szCs w:val="20"/>
          <w:u w:val="none"/>
        </w:rPr>
        <w:t>Name of Tenderer/Official Stamp/Date</w:t>
      </w:r>
    </w:p>
    <w:p w14:paraId="6F45249D" w14:textId="77777777" w:rsidR="00AC34B4" w:rsidRPr="00EC45EE" w:rsidRDefault="00AC34B4" w:rsidP="00AC34B4">
      <w:pPr>
        <w:pStyle w:val="Level2Number"/>
        <w:numPr>
          <w:ilvl w:val="0"/>
          <w:numId w:val="0"/>
        </w:numPr>
        <w:rPr>
          <w:rFonts w:ascii="Arial" w:eastAsiaTheme="minorHAnsi" w:hAnsi="Arial" w:cs="Arial"/>
          <w:b/>
          <w:bCs w:val="0"/>
          <w:szCs w:val="20"/>
        </w:rPr>
      </w:pPr>
    </w:p>
    <w:p w14:paraId="4A9A8B47" w14:textId="77777777" w:rsidR="00AC34B4" w:rsidRPr="00EC45EE" w:rsidRDefault="00AC34B4" w:rsidP="00AC34B4">
      <w:pPr>
        <w:pStyle w:val="Level2Number"/>
        <w:numPr>
          <w:ilvl w:val="0"/>
          <w:numId w:val="0"/>
        </w:numPr>
        <w:rPr>
          <w:rFonts w:ascii="Arial" w:eastAsiaTheme="minorHAnsi" w:hAnsi="Arial" w:cs="Arial"/>
          <w:b/>
          <w:bCs w:val="0"/>
          <w:szCs w:val="20"/>
        </w:rPr>
      </w:pPr>
    </w:p>
    <w:p w14:paraId="25DE0088" w14:textId="77777777" w:rsidR="00AC34B4" w:rsidRPr="00EC45EE" w:rsidRDefault="00AC34B4" w:rsidP="00AC34B4">
      <w:pPr>
        <w:pStyle w:val="Title"/>
        <w:ind w:right="-694"/>
        <w:jc w:val="left"/>
        <w:rPr>
          <w:b w:val="0"/>
          <w:color w:val="auto"/>
          <w:szCs w:val="20"/>
          <w:u w:val="none"/>
        </w:rPr>
      </w:pPr>
      <w:r w:rsidRPr="00EC45EE">
        <w:rPr>
          <w:b w:val="0"/>
          <w:color w:val="auto"/>
          <w:szCs w:val="20"/>
          <w:u w:val="none"/>
        </w:rPr>
        <w:t>_______________________________</w:t>
      </w:r>
    </w:p>
    <w:p w14:paraId="01CF0463" w14:textId="14DF4361" w:rsidR="00AC34B4" w:rsidRPr="00AC34B4" w:rsidRDefault="00AC34B4" w:rsidP="00600FF3">
      <w:pPr>
        <w:pStyle w:val="Title"/>
        <w:ind w:right="-694"/>
        <w:jc w:val="left"/>
      </w:pPr>
      <w:r w:rsidRPr="00EC45EE">
        <w:rPr>
          <w:b w:val="0"/>
          <w:color w:val="auto"/>
          <w:szCs w:val="20"/>
          <w:u w:val="none"/>
        </w:rPr>
        <w:t xml:space="preserve">Name of </w:t>
      </w:r>
      <w:proofErr w:type="spellStart"/>
      <w:r w:rsidRPr="00EC45EE">
        <w:rPr>
          <w:b w:val="0"/>
          <w:color w:val="auto"/>
          <w:szCs w:val="20"/>
          <w:u w:val="none"/>
        </w:rPr>
        <w:t>Authorised</w:t>
      </w:r>
      <w:proofErr w:type="spellEnd"/>
      <w:r w:rsidRPr="00EC45EE">
        <w:rPr>
          <w:b w:val="0"/>
          <w:color w:val="auto"/>
          <w:szCs w:val="20"/>
          <w:u w:val="none"/>
        </w:rPr>
        <w:t xml:space="preserve"> Personnel/Designation/Signature/Date</w:t>
      </w:r>
    </w:p>
    <w:sectPr w:rsidR="00AC34B4" w:rsidRPr="00AC34B4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20047" w14:textId="77777777" w:rsidR="00153C7A" w:rsidRDefault="00153C7A">
      <w:pPr>
        <w:spacing w:line="240" w:lineRule="auto"/>
      </w:pPr>
      <w:r>
        <w:separator/>
      </w:r>
    </w:p>
  </w:endnote>
  <w:endnote w:type="continuationSeparator" w:id="0">
    <w:p w14:paraId="1D165D34" w14:textId="77777777" w:rsidR="00153C7A" w:rsidRDefault="00153C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0A281" w14:textId="76650D12" w:rsidR="00D1690A" w:rsidRDefault="00D169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80768" behindDoc="0" locked="0" layoutInCell="1" allowOverlap="1" wp14:anchorId="1DB3624E" wp14:editId="09889E1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31232231" name="Text Box 23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2BB6A8" w14:textId="770B0699" w:rsidR="00D1690A" w:rsidRPr="00D1690A" w:rsidRDefault="00D1690A" w:rsidP="00D169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D1690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3624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8" type="#_x0000_t202" alt="OFFICIAL (CLOSED) / NON-SENSITIVE" style="position:absolute;margin-left:0;margin-top:0;width:34.95pt;height:34.95pt;z-index:25168076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B2BB6A8" w14:textId="770B0699" w:rsidR="00D1690A" w:rsidRPr="00D1690A" w:rsidRDefault="00D1690A" w:rsidP="00D1690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D1690A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CB3ED" w14:textId="532D467A" w:rsidR="00563C58" w:rsidRDefault="00D1690A">
    <w:pPr>
      <w:pStyle w:val="Footer"/>
      <w:tabs>
        <w:tab w:val="clear" w:pos="4513"/>
        <w:tab w:val="clear" w:pos="9026"/>
        <w:tab w:val="right" w:pos="3098"/>
        <w:tab w:val="right" w:pos="6142"/>
      </w:tabs>
    </w:pPr>
    <w:r>
      <w:rPr>
        <w:noProof/>
      </w:rPr>
      <mc:AlternateContent>
        <mc:Choice Requires="wps">
          <w:drawing>
            <wp:anchor distT="0" distB="0" distL="0" distR="0" simplePos="0" relativeHeight="251681792" behindDoc="0" locked="0" layoutInCell="1" allowOverlap="1" wp14:anchorId="04E03E97" wp14:editId="19B070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02118776" name="Text Box 24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749EBA" w14:textId="0AFA41F4" w:rsidR="00D1690A" w:rsidRPr="00D1690A" w:rsidRDefault="00D1690A" w:rsidP="00D169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D1690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03E97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9" type="#_x0000_t202" alt="OFFICIAL (CLOSED) / NON-SENSITIVE" style="position:absolute;margin-left:0;margin-top:0;width:34.95pt;height:34.95pt;z-index:2516817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E749EBA" w14:textId="0AFA41F4" w:rsidR="00D1690A" w:rsidRPr="00D1690A" w:rsidRDefault="00D1690A" w:rsidP="00D1690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D1690A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63C58">
      <w:fldChar w:fldCharType="begin"/>
    </w:r>
    <w:r w:rsidR="00563C58">
      <w:instrText xml:space="preserve"> SAVEDATE  \@ "d MMMM yyyy"  \* MERGEFORMAT </w:instrText>
    </w:r>
    <w:r w:rsidR="00563C58">
      <w:fldChar w:fldCharType="separate"/>
    </w:r>
    <w:r w:rsidR="00D346D4">
      <w:rPr>
        <w:noProof/>
      </w:rPr>
      <w:t>8 August 2024</w:t>
    </w:r>
    <w:r w:rsidR="00563C58">
      <w:fldChar w:fldCharType="end"/>
    </w:r>
  </w:p>
  <w:p w14:paraId="309F44CB" w14:textId="44889F5A" w:rsidR="00563C58" w:rsidRDefault="00563C58">
    <w:pPr>
      <w:pStyle w:val="Footer"/>
      <w:tabs>
        <w:tab w:val="clear" w:pos="4513"/>
        <w:tab w:val="clear" w:pos="9026"/>
      </w:tabs>
    </w:pPr>
    <w:r>
      <w:fldChar w:fldCharType="begin"/>
    </w:r>
    <w:r>
      <w:instrText xml:space="preserve"> COMMENTS  \* MERGEFORMAT </w:instrText>
    </w:r>
    <w:r>
      <w:fldChar w:fldCharType="end"/>
    </w:r>
    <w:r>
      <w:ptab w:relativeTo="margin" w:alignment="right" w:leader="none"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F682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D6FA" w14:textId="7F828BD2" w:rsidR="00D1690A" w:rsidRDefault="00D169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9744" behindDoc="0" locked="0" layoutInCell="1" allowOverlap="1" wp14:anchorId="4E3AE3C9" wp14:editId="3167974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43689613" name="Text Box 22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221BBB" w14:textId="678ECC84" w:rsidR="00D1690A" w:rsidRPr="00D1690A" w:rsidRDefault="00D1690A" w:rsidP="00D169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D1690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AE3C9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1" type="#_x0000_t202" alt="OFFICIAL (CLOSED) / NON-SENSITIVE" style="position:absolute;margin-left:0;margin-top:0;width:34.95pt;height:34.95pt;z-index:2516797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0221BBB" w14:textId="678ECC84" w:rsidR="00D1690A" w:rsidRPr="00D1690A" w:rsidRDefault="00D1690A" w:rsidP="00D1690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D1690A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C213A" w14:textId="77777777" w:rsidR="00153C7A" w:rsidRDefault="00153C7A">
      <w:pPr>
        <w:spacing w:line="240" w:lineRule="auto"/>
      </w:pPr>
      <w:r>
        <w:separator/>
      </w:r>
    </w:p>
  </w:footnote>
  <w:footnote w:type="continuationSeparator" w:id="0">
    <w:p w14:paraId="4612E56F" w14:textId="77777777" w:rsidR="00153C7A" w:rsidRDefault="00153C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EBC68" w14:textId="6F0514F3" w:rsidR="00D1690A" w:rsidRDefault="00D169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31019827" wp14:editId="055A16B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5080" b="13335"/>
              <wp:wrapNone/>
              <wp:docPr id="833561064" name="Text Box 11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57C978" w14:textId="30D8DA5C" w:rsidR="00D1690A" w:rsidRPr="00D1690A" w:rsidRDefault="00D1690A" w:rsidP="00D169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D1690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1982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alt="OFFICIAL (CLOSED) / NON-SENSITIVE" style="position:absolute;margin-left:0;margin-top:0;width:34.95pt;height:34.9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657C978" w14:textId="30D8DA5C" w:rsidR="00D1690A" w:rsidRPr="00D1690A" w:rsidRDefault="00D1690A" w:rsidP="00D1690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D1690A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0E01" w14:textId="641BE97E" w:rsidR="00D1690A" w:rsidRDefault="00D169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1DD96E07" wp14:editId="3B63AC2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5080" b="13335"/>
              <wp:wrapNone/>
              <wp:docPr id="1042992355" name="Text Box 12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A9DAF7" w14:textId="3141F0ED" w:rsidR="00D1690A" w:rsidRPr="00D1690A" w:rsidRDefault="00D1690A" w:rsidP="00D169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D1690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96E0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alt="OFFICIAL (CLOSED) / NON-SENSITIVE" style="position:absolute;margin-left:0;margin-top:0;width:34.95pt;height:34.95pt;z-index:2516695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0AA9DAF7" w14:textId="3141F0ED" w:rsidR="00D1690A" w:rsidRPr="00D1690A" w:rsidRDefault="00D1690A" w:rsidP="00D1690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D1690A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40E90" w14:textId="28413027" w:rsidR="00D1690A" w:rsidRDefault="00D169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67E11C89" wp14:editId="2D9A480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5080" b="13335"/>
              <wp:wrapNone/>
              <wp:docPr id="1311899234" name="Text Box 10" descr="OFFICIAL (CLOSED) / NON-SENSITIV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0796D6" w14:textId="11327666" w:rsidR="00D1690A" w:rsidRPr="00D1690A" w:rsidRDefault="00D1690A" w:rsidP="00D169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D1690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>OFFICIAL (CLOSED) / NON-SENSITIVE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E11C8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alt="OFFICIAL (CLOSED) / NON-SENSITIVE" style="position:absolute;margin-left:0;margin-top:0;width:34.95pt;height:34.95pt;z-index:2516674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6F0796D6" w14:textId="11327666" w:rsidR="00D1690A" w:rsidRPr="00D1690A" w:rsidRDefault="00D1690A" w:rsidP="00D1690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D1690A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>OFFICIAL (CLOSED) / NON-SENSITIVE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34E6"/>
    <w:multiLevelType w:val="hybridMultilevel"/>
    <w:tmpl w:val="16FC1FA8"/>
    <w:lvl w:ilvl="0" w:tplc="AB60181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2855D4E"/>
    <w:multiLevelType w:val="multilevel"/>
    <w:tmpl w:val="DDD25420"/>
    <w:styleLink w:val="Bullets"/>
    <w:lvl w:ilvl="0">
      <w:start w:val="1"/>
      <w:numFmt w:val="bullet"/>
      <w:pStyle w:val="Bullet"/>
      <w:lvlText w:val=""/>
      <w:lvlJc w:val="left"/>
      <w:pPr>
        <w:ind w:left="720" w:hanging="720"/>
      </w:pPr>
      <w:rPr>
        <w:rFonts w:ascii="Symbol" w:hAnsi="Symbol" w:cs="Symbol"/>
        <w:color w:val="auto"/>
      </w:rPr>
    </w:lvl>
    <w:lvl w:ilvl="1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cs="Times New Roman" w:hint="default"/>
        <w:color w:val="auto"/>
      </w:rPr>
    </w:lvl>
    <w:lvl w:ilvl="3">
      <w:start w:val="1"/>
      <w:numFmt w:val="bullet"/>
      <w:pStyle w:val="Bullet3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Bullet4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362047C"/>
    <w:multiLevelType w:val="hybridMultilevel"/>
    <w:tmpl w:val="3E909C46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07024"/>
    <w:multiLevelType w:val="hybridMultilevel"/>
    <w:tmpl w:val="9EB6415E"/>
    <w:lvl w:ilvl="0" w:tplc="AE8CA76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8AF4B73"/>
    <w:multiLevelType w:val="hybridMultilevel"/>
    <w:tmpl w:val="5CA8242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652B1"/>
    <w:multiLevelType w:val="hybridMultilevel"/>
    <w:tmpl w:val="44F840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2B0C4E"/>
    <w:multiLevelType w:val="multilevel"/>
    <w:tmpl w:val="FDB25602"/>
    <w:styleLink w:val="PrecNotes"/>
    <w:lvl w:ilvl="0">
      <w:start w:val="1"/>
      <w:numFmt w:val="decimal"/>
      <w:pStyle w:val="Prec1Head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rec2Number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rec3Number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lowerRoman"/>
      <w:pStyle w:val="Prec4Number"/>
      <w:lvlText w:val="(%4)"/>
      <w:lvlJc w:val="left"/>
      <w:pPr>
        <w:ind w:left="2160" w:hanging="720"/>
      </w:pPr>
      <w:rPr>
        <w:rFonts w:hint="default"/>
      </w:rPr>
    </w:lvl>
    <w:lvl w:ilvl="4">
      <w:start w:val="1"/>
      <w:numFmt w:val="upperLetter"/>
      <w:pStyle w:val="Prec5Number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1477AAB"/>
    <w:multiLevelType w:val="hybridMultilevel"/>
    <w:tmpl w:val="84F8A5AA"/>
    <w:lvl w:ilvl="0" w:tplc="48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1940D6B"/>
    <w:multiLevelType w:val="hybridMultilevel"/>
    <w:tmpl w:val="C43EFA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36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03970"/>
    <w:multiLevelType w:val="hybridMultilevel"/>
    <w:tmpl w:val="830622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C28E2"/>
    <w:multiLevelType w:val="hybridMultilevel"/>
    <w:tmpl w:val="2E10A69E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4C4528"/>
    <w:multiLevelType w:val="multilevel"/>
    <w:tmpl w:val="0ABE891C"/>
    <w:name w:val="Definitions"/>
    <w:styleLink w:val="Definitions"/>
    <w:lvl w:ilvl="0">
      <w:start w:val="1"/>
      <w:numFmt w:val="none"/>
      <w:pStyle w:val="Definition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pStyle w:val="Definition4"/>
      <w:lvlText w:val="%5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D6D7B52"/>
    <w:multiLevelType w:val="hybridMultilevel"/>
    <w:tmpl w:val="858E2E2A"/>
    <w:lvl w:ilvl="0" w:tplc="892280C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4587C"/>
    <w:multiLevelType w:val="hybridMultilevel"/>
    <w:tmpl w:val="C4569F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4B2A80"/>
    <w:multiLevelType w:val="hybridMultilevel"/>
    <w:tmpl w:val="7C040D56"/>
    <w:lvl w:ilvl="0" w:tplc="4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E163E"/>
    <w:multiLevelType w:val="multilevel"/>
    <w:tmpl w:val="3202D490"/>
    <w:name w:val="Schedule"/>
    <w:styleLink w:val="Schedules"/>
    <w:lvl w:ilvl="0">
      <w:start w:val="1"/>
      <w:numFmt w:val="upperLetter"/>
      <w:pStyle w:val="Schedule"/>
      <w:lvlText w:val="Schedule %1:"/>
      <w:lvlJc w:val="left"/>
      <w:pPr>
        <w:ind w:left="360" w:hanging="360"/>
      </w:pPr>
      <w:rPr>
        <w:rFonts w:hint="default"/>
      </w:rPr>
    </w:lvl>
    <w:lvl w:ilvl="1">
      <w:numFmt w:val="decimal"/>
      <w:pStyle w:val="SubSchedule"/>
      <w:suff w:val="nothing"/>
      <w:lvlText w:val="Schedule 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t"/>
      <w:suff w:val="nothing"/>
      <w:lvlText w:val="Part 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Sch1Number"/>
      <w:lvlText w:val="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2Number"/>
      <w:lvlText w:val="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Sch3Number"/>
      <w:lvlText w:val="%4.%5.%6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6">
      <w:start w:val="1"/>
      <w:numFmt w:val="lowerLetter"/>
      <w:pStyle w:val="Sch4Number"/>
      <w:lvlText w:val="(%7)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7">
      <w:start w:val="1"/>
      <w:numFmt w:val="lowerRoman"/>
      <w:pStyle w:val="Sch5Number"/>
      <w:lvlText w:val="(%8)"/>
      <w:lvlJc w:val="left"/>
      <w:pPr>
        <w:ind w:left="2160" w:hanging="720"/>
      </w:pPr>
      <w:rPr>
        <w:rFonts w:hint="default"/>
      </w:rPr>
    </w:lvl>
    <w:lvl w:ilvl="8">
      <w:start w:val="1"/>
      <w:numFmt w:val="upperLetter"/>
      <w:pStyle w:val="Sch6Number"/>
      <w:lvlText w:val="(%9)"/>
      <w:lvlJc w:val="left"/>
      <w:pPr>
        <w:ind w:left="2880" w:hanging="720"/>
      </w:pPr>
      <w:rPr>
        <w:rFonts w:hint="default"/>
      </w:rPr>
    </w:lvl>
  </w:abstractNum>
  <w:abstractNum w:abstractNumId="16" w15:restartNumberingAfterBreak="0">
    <w:nsid w:val="3E226B8E"/>
    <w:multiLevelType w:val="multilevel"/>
    <w:tmpl w:val="72CEAA4C"/>
    <w:name w:val="Main"/>
    <w:styleLink w:val="MainNumbering"/>
    <w:lvl w:ilvl="0">
      <w:start w:val="1"/>
      <w:numFmt w:val="decimal"/>
      <w:pStyle w:val="Level1Head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Number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Level4Number"/>
      <w:lvlText w:val="(%4)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Roman"/>
      <w:pStyle w:val="Level5Number"/>
      <w:lvlText w:val="(%5)"/>
      <w:lvlJc w:val="left"/>
      <w:pPr>
        <w:ind w:left="2160" w:hanging="720"/>
      </w:pPr>
      <w:rPr>
        <w:rFonts w:hint="default"/>
        <w:b w:val="0"/>
        <w:bCs w:val="0"/>
        <w:i w:val="0"/>
        <w:iCs w:val="0"/>
      </w:rPr>
    </w:lvl>
    <w:lvl w:ilvl="5">
      <w:start w:val="1"/>
      <w:numFmt w:val="upperLetter"/>
      <w:pStyle w:val="Level6Number"/>
      <w:lvlText w:val="(%6)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pStyle w:val="Level7Number"/>
      <w:lvlText w:val="%7)"/>
      <w:lvlJc w:val="left"/>
      <w:pPr>
        <w:ind w:left="3600" w:hanging="720"/>
      </w:pPr>
      <w:rPr>
        <w:rFonts w:hint="default"/>
      </w:rPr>
    </w:lvl>
    <w:lvl w:ilvl="7">
      <w:start w:val="1"/>
      <w:numFmt w:val="lowerLetter"/>
      <w:pStyle w:val="Level8Number"/>
      <w:lvlText w:val="%8)"/>
      <w:lvlJc w:val="left"/>
      <w:pPr>
        <w:ind w:left="4321" w:hanging="721"/>
      </w:pPr>
      <w:rPr>
        <w:rFonts w:hint="default"/>
      </w:rPr>
    </w:lvl>
    <w:lvl w:ilvl="8">
      <w:start w:val="1"/>
      <w:numFmt w:val="lowerRoman"/>
      <w:lvlText w:val="%9)"/>
      <w:lvlJc w:val="left"/>
      <w:pPr>
        <w:ind w:left="5041" w:hanging="720"/>
      </w:pPr>
      <w:rPr>
        <w:rFonts w:hint="default"/>
      </w:rPr>
    </w:lvl>
  </w:abstractNum>
  <w:abstractNum w:abstractNumId="17" w15:restartNumberingAfterBreak="0">
    <w:nsid w:val="40973577"/>
    <w:multiLevelType w:val="hybridMultilevel"/>
    <w:tmpl w:val="C704759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3210D"/>
    <w:multiLevelType w:val="hybridMultilevel"/>
    <w:tmpl w:val="68FCF5D4"/>
    <w:lvl w:ilvl="0" w:tplc="56F2100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200018E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5074E738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F91E8AD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27960C24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32707ADC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E6FAB4F8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46B041BA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D34CB73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9" w15:restartNumberingAfterBreak="0">
    <w:nsid w:val="4C33032F"/>
    <w:multiLevelType w:val="hybridMultilevel"/>
    <w:tmpl w:val="C25E1C7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9E1F54"/>
    <w:multiLevelType w:val="hybridMultilevel"/>
    <w:tmpl w:val="16FC1FA8"/>
    <w:lvl w:ilvl="0" w:tplc="AB60181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50C046A"/>
    <w:multiLevelType w:val="multilevel"/>
    <w:tmpl w:val="1A381E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595432BD"/>
    <w:multiLevelType w:val="singleLevel"/>
    <w:tmpl w:val="6CD0D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 w15:restartNumberingAfterBreak="0">
    <w:nsid w:val="5F4E7D11"/>
    <w:multiLevelType w:val="multilevel"/>
    <w:tmpl w:val="39F259B4"/>
    <w:lvl w:ilvl="0">
      <w:start w:val="31"/>
      <w:numFmt w:val="decimal"/>
      <w:lvlText w:val="%1."/>
      <w:lvlJc w:val="left"/>
      <w:pPr>
        <w:ind w:left="3698" w:hanging="720"/>
      </w:pPr>
      <w:rPr>
        <w:rFonts w:ascii="Calibri" w:hAnsi="Calibri" w:hint="default"/>
        <w:b/>
        <w:sz w:val="24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upperLetter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upperRoman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F6C74A7"/>
    <w:multiLevelType w:val="multilevel"/>
    <w:tmpl w:val="5F0E2AF8"/>
    <w:name w:val="Intro"/>
    <w:styleLink w:val="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0D21424"/>
    <w:multiLevelType w:val="hybridMultilevel"/>
    <w:tmpl w:val="A3B4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A5B75"/>
    <w:multiLevelType w:val="hybridMultilevel"/>
    <w:tmpl w:val="A4F24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EE7FA7"/>
    <w:multiLevelType w:val="hybridMultilevel"/>
    <w:tmpl w:val="86200EA8"/>
    <w:lvl w:ilvl="0" w:tplc="A9DAA22E">
      <w:start w:val="1"/>
      <w:numFmt w:val="lowerRoman"/>
      <w:lvlText w:val="(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8E7559"/>
    <w:multiLevelType w:val="multilevel"/>
    <w:tmpl w:val="6D167AC6"/>
    <w:styleLink w:val="Appendices"/>
    <w:lvl w:ilvl="0">
      <w:start w:val="1"/>
      <w:numFmt w:val="upperLetter"/>
      <w:pStyle w:val="Appendix"/>
      <w:suff w:val="nothing"/>
      <w:lvlText w:val="Appendix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Part"/>
      <w:suff w:val="nothing"/>
      <w:lvlText w:val="Part 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pp1Number"/>
      <w:lvlText w:val="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pp2Number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App3Number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pStyle w:val="App4Number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Roman"/>
      <w:pStyle w:val="App5Number"/>
      <w:lvlText w:val="(%7)"/>
      <w:lvlJc w:val="left"/>
      <w:pPr>
        <w:ind w:left="2160" w:hanging="720"/>
      </w:pPr>
      <w:rPr>
        <w:rFonts w:hint="default"/>
      </w:rPr>
    </w:lvl>
    <w:lvl w:ilvl="7">
      <w:start w:val="1"/>
      <w:numFmt w:val="upperLetter"/>
      <w:pStyle w:val="App6Number"/>
      <w:lvlText w:val="(%8)"/>
      <w:lvlJc w:val="left"/>
      <w:pPr>
        <w:ind w:left="2880" w:hanging="1287"/>
      </w:pPr>
      <w:rPr>
        <w:rFonts w:hint="default"/>
      </w:rPr>
    </w:lvl>
    <w:lvl w:ilvl="8">
      <w:start w:val="1"/>
      <w:numFmt w:val="none"/>
      <w:lvlText w:val=""/>
      <w:lvlJc w:val="left"/>
      <w:pPr>
        <w:ind w:left="3601" w:hanging="721"/>
      </w:pPr>
      <w:rPr>
        <w:rFonts w:hint="default"/>
      </w:rPr>
    </w:lvl>
  </w:abstractNum>
  <w:abstractNum w:abstractNumId="29" w15:restartNumberingAfterBreak="0">
    <w:nsid w:val="740A77DC"/>
    <w:multiLevelType w:val="multilevel"/>
    <w:tmpl w:val="4022C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016" w:hanging="576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312"/>
        </w:tabs>
        <w:ind w:left="3168" w:hanging="576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3744"/>
        </w:tabs>
        <w:ind w:left="3744" w:hanging="576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4896"/>
        </w:tabs>
        <w:ind w:left="4896" w:hanging="576"/>
      </w:pPr>
      <w:rPr>
        <w:rFonts w:hint="default"/>
      </w:rPr>
    </w:lvl>
  </w:abstractNum>
  <w:abstractNum w:abstractNumId="30" w15:restartNumberingAfterBreak="0">
    <w:nsid w:val="77B701DF"/>
    <w:multiLevelType w:val="hybridMultilevel"/>
    <w:tmpl w:val="16FC1FA8"/>
    <w:lvl w:ilvl="0" w:tplc="AB601812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964434648">
    <w:abstractNumId w:val="16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2" w16cid:durableId="651059808">
    <w:abstractNumId w:val="15"/>
    <w:lvlOverride w:ilvl="0">
      <w:lvl w:ilvl="0">
        <w:start w:val="1"/>
        <w:numFmt w:val="decimal"/>
        <w:pStyle w:val="Schedule"/>
        <w:lvlText w:val="Schedule %1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 w:tentative="1">
        <w:start w:val="1"/>
        <w:numFmt w:val="lowerLetter"/>
        <w:pStyle w:val="SubSchedule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pStyle w:val="Part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pStyle w:val="Sch1Number"/>
        <w:lvlText w:val="%4."/>
        <w:lvlJc w:val="left"/>
        <w:pPr>
          <w:ind w:left="360" w:hanging="360"/>
        </w:pPr>
      </w:lvl>
    </w:lvlOverride>
    <w:lvlOverride w:ilvl="4">
      <w:lvl w:ilvl="4">
        <w:start w:val="1"/>
        <w:numFmt w:val="lowerLetter"/>
        <w:pStyle w:val="Sch2Numb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pStyle w:val="Sch3Number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pStyle w:val="Sch4Number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pStyle w:val="Sch5Numb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pStyle w:val="Sch6Number"/>
        <w:lvlText w:val="%9."/>
        <w:lvlJc w:val="right"/>
        <w:pPr>
          <w:ind w:left="6120" w:hanging="180"/>
        </w:pPr>
      </w:lvl>
    </w:lvlOverride>
  </w:num>
  <w:num w:numId="3" w16cid:durableId="467170403">
    <w:abstractNumId w:val="11"/>
  </w:num>
  <w:num w:numId="4" w16cid:durableId="1315449332">
    <w:abstractNumId w:val="24"/>
  </w:num>
  <w:num w:numId="5" w16cid:durableId="914360994">
    <w:abstractNumId w:val="1"/>
  </w:num>
  <w:num w:numId="6" w16cid:durableId="1178076430">
    <w:abstractNumId w:val="6"/>
  </w:num>
  <w:num w:numId="7" w16cid:durableId="933637057">
    <w:abstractNumId w:val="28"/>
  </w:num>
  <w:num w:numId="8" w16cid:durableId="986476860">
    <w:abstractNumId w:val="29"/>
  </w:num>
  <w:num w:numId="9" w16cid:durableId="383915279">
    <w:abstractNumId w:val="16"/>
  </w:num>
  <w:num w:numId="10" w16cid:durableId="1031808499">
    <w:abstractNumId w:val="22"/>
    <w:lvlOverride w:ilvl="0">
      <w:startOverride w:val="2"/>
    </w:lvlOverride>
  </w:num>
  <w:num w:numId="11" w16cid:durableId="14834229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2245828">
    <w:abstractNumId w:val="15"/>
  </w:num>
  <w:num w:numId="13" w16cid:durableId="1749615247">
    <w:abstractNumId w:val="8"/>
  </w:num>
  <w:num w:numId="14" w16cid:durableId="550380906">
    <w:abstractNumId w:val="16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15" w16cid:durableId="1395737248">
    <w:abstractNumId w:val="16"/>
    <w:lvlOverride w:ilvl="0">
      <w:startOverride w:val="1"/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startOverride w:val="1"/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startOverride w:val="1"/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startOverride w:val="1"/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16" w16cid:durableId="2084140637">
    <w:abstractNumId w:val="23"/>
  </w:num>
  <w:num w:numId="17" w16cid:durableId="1957178854">
    <w:abstractNumId w:val="18"/>
  </w:num>
  <w:num w:numId="18" w16cid:durableId="2023705071">
    <w:abstractNumId w:val="9"/>
  </w:num>
  <w:num w:numId="19" w16cid:durableId="1679965441">
    <w:abstractNumId w:val="2"/>
  </w:num>
  <w:num w:numId="20" w16cid:durableId="1259604656">
    <w:abstractNumId w:val="21"/>
  </w:num>
  <w:num w:numId="21" w16cid:durableId="1085878566">
    <w:abstractNumId w:val="18"/>
  </w:num>
  <w:num w:numId="22" w16cid:durableId="811410811">
    <w:abstractNumId w:val="25"/>
  </w:num>
  <w:num w:numId="23" w16cid:durableId="1261722224">
    <w:abstractNumId w:val="16"/>
    <w:lvlOverride w:ilvl="0">
      <w:lvl w:ilvl="0">
        <w:start w:val="1"/>
        <w:numFmt w:val="lowerRoman"/>
        <w:pStyle w:val="Level1Heading"/>
        <w:lvlText w:val="(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Level2Numb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pStyle w:val="Level3Number"/>
        <w:lvlText w:val="%3."/>
        <w:lvlJc w:val="right"/>
        <w:pPr>
          <w:ind w:left="2520" w:hanging="180"/>
        </w:pPr>
      </w:lvl>
    </w:lvlOverride>
    <w:lvlOverride w:ilvl="3">
      <w:lvl w:ilvl="3">
        <w:start w:val="1"/>
        <w:numFmt w:val="decimal"/>
        <w:pStyle w:val="Level4Number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pStyle w:val="Level5Numb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pStyle w:val="Level6Number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pStyle w:val="Level7Number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pStyle w:val="Level8Numb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24" w16cid:durableId="202131486">
    <w:abstractNumId w:val="27"/>
  </w:num>
  <w:num w:numId="25" w16cid:durableId="1035160964">
    <w:abstractNumId w:val="16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26" w16cid:durableId="1301886161">
    <w:abstractNumId w:val="12"/>
  </w:num>
  <w:num w:numId="27" w16cid:durableId="1465350838">
    <w:abstractNumId w:val="16"/>
    <w:lvlOverride w:ilvl="0">
      <w:startOverride w:val="1"/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startOverride w:val="1"/>
      <w:lvl w:ilvl="3">
        <w:start w:val="1"/>
        <w:numFmt w:val="lowerLetter"/>
        <w:pStyle w:val="Level4Number"/>
        <w:lvlText w:val="(%4)"/>
        <w:lvlJc w:val="left"/>
        <w:pPr>
          <w:ind w:left="144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startOverride w:val="1"/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startOverride w:val="1"/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28" w16cid:durableId="1313408374">
    <w:abstractNumId w:val="0"/>
  </w:num>
  <w:num w:numId="29" w16cid:durableId="28534569">
    <w:abstractNumId w:val="20"/>
  </w:num>
  <w:num w:numId="30" w16cid:durableId="605311842">
    <w:abstractNumId w:val="30"/>
  </w:num>
  <w:num w:numId="31" w16cid:durableId="983700560">
    <w:abstractNumId w:val="13"/>
  </w:num>
  <w:num w:numId="32" w16cid:durableId="1195078813">
    <w:abstractNumId w:val="7"/>
  </w:num>
  <w:num w:numId="33" w16cid:durableId="1697151925">
    <w:abstractNumId w:val="14"/>
  </w:num>
  <w:num w:numId="34" w16cid:durableId="1821727691">
    <w:abstractNumId w:val="26"/>
  </w:num>
  <w:num w:numId="35" w16cid:durableId="1874341868">
    <w:abstractNumId w:val="5"/>
  </w:num>
  <w:num w:numId="36" w16cid:durableId="1681738104">
    <w:abstractNumId w:val="17"/>
  </w:num>
  <w:num w:numId="37" w16cid:durableId="2003043568">
    <w:abstractNumId w:val="10"/>
  </w:num>
  <w:num w:numId="38" w16cid:durableId="233005379">
    <w:abstractNumId w:val="4"/>
  </w:num>
  <w:num w:numId="39" w16cid:durableId="415833755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E9"/>
    <w:rsid w:val="00000336"/>
    <w:rsid w:val="00001079"/>
    <w:rsid w:val="00012F53"/>
    <w:rsid w:val="00013641"/>
    <w:rsid w:val="000230B0"/>
    <w:rsid w:val="00024549"/>
    <w:rsid w:val="00024A02"/>
    <w:rsid w:val="00026BA6"/>
    <w:rsid w:val="00033BBA"/>
    <w:rsid w:val="00034791"/>
    <w:rsid w:val="00036A64"/>
    <w:rsid w:val="0003779A"/>
    <w:rsid w:val="00044DB0"/>
    <w:rsid w:val="000460AA"/>
    <w:rsid w:val="00047641"/>
    <w:rsid w:val="000527D6"/>
    <w:rsid w:val="0005323C"/>
    <w:rsid w:val="000549E9"/>
    <w:rsid w:val="00054AA7"/>
    <w:rsid w:val="000614F6"/>
    <w:rsid w:val="0006175D"/>
    <w:rsid w:val="000618D8"/>
    <w:rsid w:val="000635F8"/>
    <w:rsid w:val="00063AB8"/>
    <w:rsid w:val="000644E9"/>
    <w:rsid w:val="00065D35"/>
    <w:rsid w:val="00066189"/>
    <w:rsid w:val="00066888"/>
    <w:rsid w:val="000700DE"/>
    <w:rsid w:val="000712B3"/>
    <w:rsid w:val="00071CEF"/>
    <w:rsid w:val="00073805"/>
    <w:rsid w:val="000741E3"/>
    <w:rsid w:val="00075E2D"/>
    <w:rsid w:val="00077D1E"/>
    <w:rsid w:val="00080B19"/>
    <w:rsid w:val="000827D4"/>
    <w:rsid w:val="00083206"/>
    <w:rsid w:val="000838D6"/>
    <w:rsid w:val="000844B5"/>
    <w:rsid w:val="000864BD"/>
    <w:rsid w:val="00090595"/>
    <w:rsid w:val="000A70E5"/>
    <w:rsid w:val="000B5B1C"/>
    <w:rsid w:val="000B724E"/>
    <w:rsid w:val="000C650E"/>
    <w:rsid w:val="000C7788"/>
    <w:rsid w:val="000D030F"/>
    <w:rsid w:val="000D0FD8"/>
    <w:rsid w:val="000D4AE9"/>
    <w:rsid w:val="000D5B5C"/>
    <w:rsid w:val="000D68E8"/>
    <w:rsid w:val="000E2605"/>
    <w:rsid w:val="000E69A1"/>
    <w:rsid w:val="000F0815"/>
    <w:rsid w:val="000F5ADC"/>
    <w:rsid w:val="000F78C1"/>
    <w:rsid w:val="00105987"/>
    <w:rsid w:val="00112B9E"/>
    <w:rsid w:val="0011646E"/>
    <w:rsid w:val="00116FA9"/>
    <w:rsid w:val="0012315B"/>
    <w:rsid w:val="0012514E"/>
    <w:rsid w:val="00125873"/>
    <w:rsid w:val="00130968"/>
    <w:rsid w:val="00133C12"/>
    <w:rsid w:val="0014051F"/>
    <w:rsid w:val="001431BD"/>
    <w:rsid w:val="001468BF"/>
    <w:rsid w:val="001501BB"/>
    <w:rsid w:val="00151A0D"/>
    <w:rsid w:val="00153090"/>
    <w:rsid w:val="0015367D"/>
    <w:rsid w:val="00153C7A"/>
    <w:rsid w:val="00154758"/>
    <w:rsid w:val="0016104F"/>
    <w:rsid w:val="00163860"/>
    <w:rsid w:val="0016502E"/>
    <w:rsid w:val="00175991"/>
    <w:rsid w:val="001768B4"/>
    <w:rsid w:val="00183FE6"/>
    <w:rsid w:val="00185CC3"/>
    <w:rsid w:val="00186D7E"/>
    <w:rsid w:val="00190B25"/>
    <w:rsid w:val="00195F7F"/>
    <w:rsid w:val="001966E2"/>
    <w:rsid w:val="001A02D9"/>
    <w:rsid w:val="001A0E66"/>
    <w:rsid w:val="001A3639"/>
    <w:rsid w:val="001A43CD"/>
    <w:rsid w:val="001B58B8"/>
    <w:rsid w:val="001C089B"/>
    <w:rsid w:val="001C0C17"/>
    <w:rsid w:val="001C1B19"/>
    <w:rsid w:val="001C1C95"/>
    <w:rsid w:val="001C3CA1"/>
    <w:rsid w:val="001C4C1A"/>
    <w:rsid w:val="001C71B3"/>
    <w:rsid w:val="001E0A7F"/>
    <w:rsid w:val="001E3D83"/>
    <w:rsid w:val="001E530D"/>
    <w:rsid w:val="001E6603"/>
    <w:rsid w:val="001F1334"/>
    <w:rsid w:val="001F3E47"/>
    <w:rsid w:val="001F3F11"/>
    <w:rsid w:val="001F4EEE"/>
    <w:rsid w:val="001F502E"/>
    <w:rsid w:val="001F70AC"/>
    <w:rsid w:val="001F777D"/>
    <w:rsid w:val="0020286F"/>
    <w:rsid w:val="00203134"/>
    <w:rsid w:val="00203817"/>
    <w:rsid w:val="00203A26"/>
    <w:rsid w:val="00204438"/>
    <w:rsid w:val="00205615"/>
    <w:rsid w:val="002064A0"/>
    <w:rsid w:val="0020708D"/>
    <w:rsid w:val="002078F8"/>
    <w:rsid w:val="00210DAE"/>
    <w:rsid w:val="00211276"/>
    <w:rsid w:val="00211B5B"/>
    <w:rsid w:val="002137D0"/>
    <w:rsid w:val="00214531"/>
    <w:rsid w:val="00222F4E"/>
    <w:rsid w:val="00223BC4"/>
    <w:rsid w:val="00226BE4"/>
    <w:rsid w:val="002279AF"/>
    <w:rsid w:val="002333CE"/>
    <w:rsid w:val="00233BBB"/>
    <w:rsid w:val="002351CF"/>
    <w:rsid w:val="00237D94"/>
    <w:rsid w:val="00243630"/>
    <w:rsid w:val="00244238"/>
    <w:rsid w:val="002451B7"/>
    <w:rsid w:val="00245465"/>
    <w:rsid w:val="00253D58"/>
    <w:rsid w:val="002558D4"/>
    <w:rsid w:val="0025669E"/>
    <w:rsid w:val="00260F5D"/>
    <w:rsid w:val="0026547C"/>
    <w:rsid w:val="0027379C"/>
    <w:rsid w:val="00273F45"/>
    <w:rsid w:val="00276D5A"/>
    <w:rsid w:val="00281128"/>
    <w:rsid w:val="00281544"/>
    <w:rsid w:val="00284B84"/>
    <w:rsid w:val="00286057"/>
    <w:rsid w:val="00291ED9"/>
    <w:rsid w:val="00293217"/>
    <w:rsid w:val="00294173"/>
    <w:rsid w:val="00294839"/>
    <w:rsid w:val="002A2B9F"/>
    <w:rsid w:val="002A4688"/>
    <w:rsid w:val="002A5484"/>
    <w:rsid w:val="002B12CD"/>
    <w:rsid w:val="002B2C0E"/>
    <w:rsid w:val="002B5FA4"/>
    <w:rsid w:val="002B7629"/>
    <w:rsid w:val="002C0186"/>
    <w:rsid w:val="002C4683"/>
    <w:rsid w:val="002C527C"/>
    <w:rsid w:val="002C7320"/>
    <w:rsid w:val="002E6FD3"/>
    <w:rsid w:val="002F0556"/>
    <w:rsid w:val="002F0854"/>
    <w:rsid w:val="002F7BF6"/>
    <w:rsid w:val="00300B4B"/>
    <w:rsid w:val="00300DCC"/>
    <w:rsid w:val="00306A76"/>
    <w:rsid w:val="003163C9"/>
    <w:rsid w:val="00317891"/>
    <w:rsid w:val="003178B8"/>
    <w:rsid w:val="0032567E"/>
    <w:rsid w:val="0033205A"/>
    <w:rsid w:val="003375E5"/>
    <w:rsid w:val="0033778A"/>
    <w:rsid w:val="00337EDB"/>
    <w:rsid w:val="00340CCF"/>
    <w:rsid w:val="00341949"/>
    <w:rsid w:val="00350B2C"/>
    <w:rsid w:val="0035109D"/>
    <w:rsid w:val="00351AF0"/>
    <w:rsid w:val="00351CA3"/>
    <w:rsid w:val="00351E9F"/>
    <w:rsid w:val="00351F3A"/>
    <w:rsid w:val="00355068"/>
    <w:rsid w:val="003570E9"/>
    <w:rsid w:val="00357F1E"/>
    <w:rsid w:val="00360877"/>
    <w:rsid w:val="0036365C"/>
    <w:rsid w:val="003648C4"/>
    <w:rsid w:val="00365E8F"/>
    <w:rsid w:val="00367D3E"/>
    <w:rsid w:val="00375838"/>
    <w:rsid w:val="00392D34"/>
    <w:rsid w:val="003951BD"/>
    <w:rsid w:val="003A026C"/>
    <w:rsid w:val="003A1FD5"/>
    <w:rsid w:val="003A2A85"/>
    <w:rsid w:val="003A3267"/>
    <w:rsid w:val="003A56EF"/>
    <w:rsid w:val="003A5A47"/>
    <w:rsid w:val="003B1D15"/>
    <w:rsid w:val="003B30D7"/>
    <w:rsid w:val="003B46B3"/>
    <w:rsid w:val="003C0666"/>
    <w:rsid w:val="003C0D9B"/>
    <w:rsid w:val="003C1620"/>
    <w:rsid w:val="003C3A1A"/>
    <w:rsid w:val="003C6490"/>
    <w:rsid w:val="003D0949"/>
    <w:rsid w:val="003D0C57"/>
    <w:rsid w:val="003D6A0D"/>
    <w:rsid w:val="003E0D43"/>
    <w:rsid w:val="003E0DB5"/>
    <w:rsid w:val="003E1FEF"/>
    <w:rsid w:val="003E5605"/>
    <w:rsid w:val="003E5E1C"/>
    <w:rsid w:val="003E65B6"/>
    <w:rsid w:val="003F1B7C"/>
    <w:rsid w:val="003F30F0"/>
    <w:rsid w:val="003F52BB"/>
    <w:rsid w:val="0040156D"/>
    <w:rsid w:val="00405B06"/>
    <w:rsid w:val="00407183"/>
    <w:rsid w:val="00407C56"/>
    <w:rsid w:val="004107A3"/>
    <w:rsid w:val="00410CC8"/>
    <w:rsid w:val="004111D7"/>
    <w:rsid w:val="00415F28"/>
    <w:rsid w:val="00421B38"/>
    <w:rsid w:val="0042653F"/>
    <w:rsid w:val="00430B00"/>
    <w:rsid w:val="004339FD"/>
    <w:rsid w:val="00442E59"/>
    <w:rsid w:val="00445EB0"/>
    <w:rsid w:val="004479D6"/>
    <w:rsid w:val="00454A28"/>
    <w:rsid w:val="004553F3"/>
    <w:rsid w:val="0045712D"/>
    <w:rsid w:val="00460595"/>
    <w:rsid w:val="00460D75"/>
    <w:rsid w:val="004733BB"/>
    <w:rsid w:val="00474AD9"/>
    <w:rsid w:val="00477624"/>
    <w:rsid w:val="00477ECA"/>
    <w:rsid w:val="00482F54"/>
    <w:rsid w:val="0048356F"/>
    <w:rsid w:val="004845ED"/>
    <w:rsid w:val="00487CE6"/>
    <w:rsid w:val="00494AC2"/>
    <w:rsid w:val="00496056"/>
    <w:rsid w:val="00497107"/>
    <w:rsid w:val="004A221C"/>
    <w:rsid w:val="004A4EAC"/>
    <w:rsid w:val="004A5481"/>
    <w:rsid w:val="004A6ED9"/>
    <w:rsid w:val="004B0E80"/>
    <w:rsid w:val="004B2E88"/>
    <w:rsid w:val="004B51CB"/>
    <w:rsid w:val="004B5343"/>
    <w:rsid w:val="004B5346"/>
    <w:rsid w:val="004B5BCD"/>
    <w:rsid w:val="004C24F3"/>
    <w:rsid w:val="004C2A64"/>
    <w:rsid w:val="004C36C8"/>
    <w:rsid w:val="004C4EEC"/>
    <w:rsid w:val="004C5B48"/>
    <w:rsid w:val="004D1D74"/>
    <w:rsid w:val="004E0A27"/>
    <w:rsid w:val="004E2417"/>
    <w:rsid w:val="004E3DBD"/>
    <w:rsid w:val="004E6C20"/>
    <w:rsid w:val="004F0F64"/>
    <w:rsid w:val="004F5DED"/>
    <w:rsid w:val="004F722F"/>
    <w:rsid w:val="00502048"/>
    <w:rsid w:val="005036E7"/>
    <w:rsid w:val="00503FAA"/>
    <w:rsid w:val="00507581"/>
    <w:rsid w:val="00520CBB"/>
    <w:rsid w:val="00524812"/>
    <w:rsid w:val="00525A1E"/>
    <w:rsid w:val="00526B51"/>
    <w:rsid w:val="0053670B"/>
    <w:rsid w:val="005377A1"/>
    <w:rsid w:val="00546C64"/>
    <w:rsid w:val="005475CC"/>
    <w:rsid w:val="005504DD"/>
    <w:rsid w:val="0055088D"/>
    <w:rsid w:val="005525B8"/>
    <w:rsid w:val="00553B3B"/>
    <w:rsid w:val="00554815"/>
    <w:rsid w:val="00554C28"/>
    <w:rsid w:val="00555066"/>
    <w:rsid w:val="005579FB"/>
    <w:rsid w:val="00563C58"/>
    <w:rsid w:val="00571EC6"/>
    <w:rsid w:val="0057424B"/>
    <w:rsid w:val="00575B8E"/>
    <w:rsid w:val="00577CE8"/>
    <w:rsid w:val="00580AB6"/>
    <w:rsid w:val="00580D60"/>
    <w:rsid w:val="0058287A"/>
    <w:rsid w:val="00582AC3"/>
    <w:rsid w:val="00587A17"/>
    <w:rsid w:val="00587B16"/>
    <w:rsid w:val="005906AC"/>
    <w:rsid w:val="00590804"/>
    <w:rsid w:val="005928C7"/>
    <w:rsid w:val="005933FF"/>
    <w:rsid w:val="00594663"/>
    <w:rsid w:val="00594814"/>
    <w:rsid w:val="00595278"/>
    <w:rsid w:val="00595E9B"/>
    <w:rsid w:val="00597DC4"/>
    <w:rsid w:val="00597FD7"/>
    <w:rsid w:val="005A5BFE"/>
    <w:rsid w:val="005B1121"/>
    <w:rsid w:val="005B2419"/>
    <w:rsid w:val="005B247F"/>
    <w:rsid w:val="005B265B"/>
    <w:rsid w:val="005B700B"/>
    <w:rsid w:val="005C0FA4"/>
    <w:rsid w:val="005C523F"/>
    <w:rsid w:val="005C7812"/>
    <w:rsid w:val="005D44C9"/>
    <w:rsid w:val="005D6664"/>
    <w:rsid w:val="005D7633"/>
    <w:rsid w:val="005E069C"/>
    <w:rsid w:val="005E1999"/>
    <w:rsid w:val="005E5EC1"/>
    <w:rsid w:val="005E5FEE"/>
    <w:rsid w:val="005F08E9"/>
    <w:rsid w:val="005F1278"/>
    <w:rsid w:val="005F144A"/>
    <w:rsid w:val="005F1A8B"/>
    <w:rsid w:val="005F2674"/>
    <w:rsid w:val="005F352F"/>
    <w:rsid w:val="005F5AE6"/>
    <w:rsid w:val="00600FF3"/>
    <w:rsid w:val="0060346F"/>
    <w:rsid w:val="00606511"/>
    <w:rsid w:val="00610B11"/>
    <w:rsid w:val="006124A9"/>
    <w:rsid w:val="00634AC4"/>
    <w:rsid w:val="00635CAF"/>
    <w:rsid w:val="00636CFC"/>
    <w:rsid w:val="00636E40"/>
    <w:rsid w:val="00636EA5"/>
    <w:rsid w:val="00641EB2"/>
    <w:rsid w:val="00642E3E"/>
    <w:rsid w:val="00643473"/>
    <w:rsid w:val="0064418A"/>
    <w:rsid w:val="006534F2"/>
    <w:rsid w:val="0065681D"/>
    <w:rsid w:val="00656E73"/>
    <w:rsid w:val="00660614"/>
    <w:rsid w:val="00662850"/>
    <w:rsid w:val="00665BD5"/>
    <w:rsid w:val="006674CA"/>
    <w:rsid w:val="0067442D"/>
    <w:rsid w:val="00675299"/>
    <w:rsid w:val="00675467"/>
    <w:rsid w:val="00680F92"/>
    <w:rsid w:val="0068642A"/>
    <w:rsid w:val="0068786F"/>
    <w:rsid w:val="00687CCE"/>
    <w:rsid w:val="00691F3B"/>
    <w:rsid w:val="0069284D"/>
    <w:rsid w:val="00697928"/>
    <w:rsid w:val="006A00D6"/>
    <w:rsid w:val="006A07F4"/>
    <w:rsid w:val="006A142E"/>
    <w:rsid w:val="006A2FCF"/>
    <w:rsid w:val="006A6D65"/>
    <w:rsid w:val="006B1AF0"/>
    <w:rsid w:val="006B344A"/>
    <w:rsid w:val="006C367C"/>
    <w:rsid w:val="006C3F0F"/>
    <w:rsid w:val="006C58D9"/>
    <w:rsid w:val="006C6845"/>
    <w:rsid w:val="006D17DD"/>
    <w:rsid w:val="006D30DC"/>
    <w:rsid w:val="006D3DE4"/>
    <w:rsid w:val="006D5A82"/>
    <w:rsid w:val="006D6DC4"/>
    <w:rsid w:val="006E00AC"/>
    <w:rsid w:val="006E471B"/>
    <w:rsid w:val="006E6F70"/>
    <w:rsid w:val="006E73A5"/>
    <w:rsid w:val="006E7C07"/>
    <w:rsid w:val="006F1604"/>
    <w:rsid w:val="006F61C6"/>
    <w:rsid w:val="0070294A"/>
    <w:rsid w:val="00703F52"/>
    <w:rsid w:val="007122FD"/>
    <w:rsid w:val="007140E1"/>
    <w:rsid w:val="00714C6D"/>
    <w:rsid w:val="007158DD"/>
    <w:rsid w:val="007207E0"/>
    <w:rsid w:val="0072178D"/>
    <w:rsid w:val="00722BA4"/>
    <w:rsid w:val="00722CEE"/>
    <w:rsid w:val="00723358"/>
    <w:rsid w:val="00725B48"/>
    <w:rsid w:val="007279E3"/>
    <w:rsid w:val="00733A44"/>
    <w:rsid w:val="00736001"/>
    <w:rsid w:val="0073610A"/>
    <w:rsid w:val="007412DB"/>
    <w:rsid w:val="00741E82"/>
    <w:rsid w:val="007446BF"/>
    <w:rsid w:val="00745C9B"/>
    <w:rsid w:val="00751532"/>
    <w:rsid w:val="00753574"/>
    <w:rsid w:val="00755AF9"/>
    <w:rsid w:val="00760D71"/>
    <w:rsid w:val="00761AB0"/>
    <w:rsid w:val="00763E9C"/>
    <w:rsid w:val="00765B81"/>
    <w:rsid w:val="0077658F"/>
    <w:rsid w:val="0077700B"/>
    <w:rsid w:val="00780D06"/>
    <w:rsid w:val="0078293E"/>
    <w:rsid w:val="007865E1"/>
    <w:rsid w:val="00786C9E"/>
    <w:rsid w:val="0079157F"/>
    <w:rsid w:val="00795A4E"/>
    <w:rsid w:val="00797EFC"/>
    <w:rsid w:val="007A5F33"/>
    <w:rsid w:val="007A6B4D"/>
    <w:rsid w:val="007A79CE"/>
    <w:rsid w:val="007B13DD"/>
    <w:rsid w:val="007B6E08"/>
    <w:rsid w:val="007C27DD"/>
    <w:rsid w:val="007C4A55"/>
    <w:rsid w:val="007C65D7"/>
    <w:rsid w:val="007C7405"/>
    <w:rsid w:val="007D539B"/>
    <w:rsid w:val="007D53D7"/>
    <w:rsid w:val="007D6428"/>
    <w:rsid w:val="007D74EA"/>
    <w:rsid w:val="007E2C70"/>
    <w:rsid w:val="007E41EB"/>
    <w:rsid w:val="007E5FAA"/>
    <w:rsid w:val="007E738B"/>
    <w:rsid w:val="007F1795"/>
    <w:rsid w:val="007F272D"/>
    <w:rsid w:val="007F467D"/>
    <w:rsid w:val="007F7983"/>
    <w:rsid w:val="0080072D"/>
    <w:rsid w:val="00805BAE"/>
    <w:rsid w:val="008108C8"/>
    <w:rsid w:val="00810C98"/>
    <w:rsid w:val="00811C83"/>
    <w:rsid w:val="00813B31"/>
    <w:rsid w:val="008140CE"/>
    <w:rsid w:val="0081745F"/>
    <w:rsid w:val="008175E5"/>
    <w:rsid w:val="00820990"/>
    <w:rsid w:val="008209D1"/>
    <w:rsid w:val="00821315"/>
    <w:rsid w:val="00821F44"/>
    <w:rsid w:val="008266C3"/>
    <w:rsid w:val="0084009D"/>
    <w:rsid w:val="00840999"/>
    <w:rsid w:val="008427D0"/>
    <w:rsid w:val="00843A2E"/>
    <w:rsid w:val="00846950"/>
    <w:rsid w:val="00866D73"/>
    <w:rsid w:val="00873615"/>
    <w:rsid w:val="008762DA"/>
    <w:rsid w:val="00877E84"/>
    <w:rsid w:val="008800A0"/>
    <w:rsid w:val="00882F02"/>
    <w:rsid w:val="008837BA"/>
    <w:rsid w:val="00886DD4"/>
    <w:rsid w:val="00893C2C"/>
    <w:rsid w:val="00897547"/>
    <w:rsid w:val="008A0BB7"/>
    <w:rsid w:val="008A2CE9"/>
    <w:rsid w:val="008A3ED3"/>
    <w:rsid w:val="008A3FD7"/>
    <w:rsid w:val="008A6278"/>
    <w:rsid w:val="008B4341"/>
    <w:rsid w:val="008B584B"/>
    <w:rsid w:val="008B787B"/>
    <w:rsid w:val="008B7984"/>
    <w:rsid w:val="008C0180"/>
    <w:rsid w:val="008C1222"/>
    <w:rsid w:val="008C7726"/>
    <w:rsid w:val="008C7C52"/>
    <w:rsid w:val="008D5490"/>
    <w:rsid w:val="008D6A57"/>
    <w:rsid w:val="008D7F54"/>
    <w:rsid w:val="008E026A"/>
    <w:rsid w:val="008E444D"/>
    <w:rsid w:val="008E7D3A"/>
    <w:rsid w:val="008F3E55"/>
    <w:rsid w:val="008F6323"/>
    <w:rsid w:val="008F7B0E"/>
    <w:rsid w:val="00907882"/>
    <w:rsid w:val="0091133A"/>
    <w:rsid w:val="0091257B"/>
    <w:rsid w:val="00914C60"/>
    <w:rsid w:val="00920E04"/>
    <w:rsid w:val="00922E04"/>
    <w:rsid w:val="00926A06"/>
    <w:rsid w:val="0093032B"/>
    <w:rsid w:val="00930658"/>
    <w:rsid w:val="00931789"/>
    <w:rsid w:val="0093359A"/>
    <w:rsid w:val="00933C07"/>
    <w:rsid w:val="00934288"/>
    <w:rsid w:val="009348CF"/>
    <w:rsid w:val="00937EDE"/>
    <w:rsid w:val="009427C4"/>
    <w:rsid w:val="00943081"/>
    <w:rsid w:val="009459DB"/>
    <w:rsid w:val="00950C46"/>
    <w:rsid w:val="00953746"/>
    <w:rsid w:val="00960979"/>
    <w:rsid w:val="00962118"/>
    <w:rsid w:val="00962D24"/>
    <w:rsid w:val="00965A18"/>
    <w:rsid w:val="0096626B"/>
    <w:rsid w:val="00966BFE"/>
    <w:rsid w:val="0097146A"/>
    <w:rsid w:val="00973505"/>
    <w:rsid w:val="00973C65"/>
    <w:rsid w:val="009760C2"/>
    <w:rsid w:val="00977224"/>
    <w:rsid w:val="00983F69"/>
    <w:rsid w:val="00985BF8"/>
    <w:rsid w:val="00986546"/>
    <w:rsid w:val="00991D86"/>
    <w:rsid w:val="00993946"/>
    <w:rsid w:val="00993F8C"/>
    <w:rsid w:val="0099649A"/>
    <w:rsid w:val="009A7ECB"/>
    <w:rsid w:val="009B4473"/>
    <w:rsid w:val="009C1AF7"/>
    <w:rsid w:val="009C3658"/>
    <w:rsid w:val="009C7962"/>
    <w:rsid w:val="009D085E"/>
    <w:rsid w:val="009D2735"/>
    <w:rsid w:val="009D3283"/>
    <w:rsid w:val="009E06DC"/>
    <w:rsid w:val="009E2183"/>
    <w:rsid w:val="009E27BB"/>
    <w:rsid w:val="009E4459"/>
    <w:rsid w:val="009F6257"/>
    <w:rsid w:val="00A00D35"/>
    <w:rsid w:val="00A03555"/>
    <w:rsid w:val="00A035B5"/>
    <w:rsid w:val="00A053A5"/>
    <w:rsid w:val="00A061D1"/>
    <w:rsid w:val="00A06F5F"/>
    <w:rsid w:val="00A078AB"/>
    <w:rsid w:val="00A1329A"/>
    <w:rsid w:val="00A140B7"/>
    <w:rsid w:val="00A15182"/>
    <w:rsid w:val="00A16921"/>
    <w:rsid w:val="00A17F7F"/>
    <w:rsid w:val="00A211F8"/>
    <w:rsid w:val="00A25005"/>
    <w:rsid w:val="00A33FEE"/>
    <w:rsid w:val="00A35BF1"/>
    <w:rsid w:val="00A36CD3"/>
    <w:rsid w:val="00A403AB"/>
    <w:rsid w:val="00A43353"/>
    <w:rsid w:val="00A52E1F"/>
    <w:rsid w:val="00A547CC"/>
    <w:rsid w:val="00A61FD7"/>
    <w:rsid w:val="00A62436"/>
    <w:rsid w:val="00A63591"/>
    <w:rsid w:val="00A661A8"/>
    <w:rsid w:val="00A67104"/>
    <w:rsid w:val="00A678E3"/>
    <w:rsid w:val="00A67C4A"/>
    <w:rsid w:val="00A73391"/>
    <w:rsid w:val="00A73DF8"/>
    <w:rsid w:val="00A744B7"/>
    <w:rsid w:val="00A8150E"/>
    <w:rsid w:val="00A83C99"/>
    <w:rsid w:val="00A85332"/>
    <w:rsid w:val="00A853A0"/>
    <w:rsid w:val="00A92253"/>
    <w:rsid w:val="00A9339F"/>
    <w:rsid w:val="00AA1010"/>
    <w:rsid w:val="00AA5C8C"/>
    <w:rsid w:val="00AA6131"/>
    <w:rsid w:val="00AA77A7"/>
    <w:rsid w:val="00AB097C"/>
    <w:rsid w:val="00AB4DD5"/>
    <w:rsid w:val="00AB7AAE"/>
    <w:rsid w:val="00AC270B"/>
    <w:rsid w:val="00AC2E04"/>
    <w:rsid w:val="00AC34B4"/>
    <w:rsid w:val="00AC76EE"/>
    <w:rsid w:val="00AD68DF"/>
    <w:rsid w:val="00AD698B"/>
    <w:rsid w:val="00AD78D6"/>
    <w:rsid w:val="00AE4A57"/>
    <w:rsid w:val="00AF4794"/>
    <w:rsid w:val="00AF55A0"/>
    <w:rsid w:val="00B143AE"/>
    <w:rsid w:val="00B14E33"/>
    <w:rsid w:val="00B2049C"/>
    <w:rsid w:val="00B23344"/>
    <w:rsid w:val="00B2414E"/>
    <w:rsid w:val="00B27896"/>
    <w:rsid w:val="00B36851"/>
    <w:rsid w:val="00B43928"/>
    <w:rsid w:val="00B43B3B"/>
    <w:rsid w:val="00B4539B"/>
    <w:rsid w:val="00B473A4"/>
    <w:rsid w:val="00B47E77"/>
    <w:rsid w:val="00B513E9"/>
    <w:rsid w:val="00B53AD5"/>
    <w:rsid w:val="00B55344"/>
    <w:rsid w:val="00B55D46"/>
    <w:rsid w:val="00B57191"/>
    <w:rsid w:val="00B61B73"/>
    <w:rsid w:val="00B63564"/>
    <w:rsid w:val="00B6393D"/>
    <w:rsid w:val="00B67E18"/>
    <w:rsid w:val="00B72434"/>
    <w:rsid w:val="00B737E5"/>
    <w:rsid w:val="00B7586A"/>
    <w:rsid w:val="00B75E31"/>
    <w:rsid w:val="00B807EA"/>
    <w:rsid w:val="00B80C07"/>
    <w:rsid w:val="00B817BD"/>
    <w:rsid w:val="00B82BAF"/>
    <w:rsid w:val="00B8302F"/>
    <w:rsid w:val="00B94275"/>
    <w:rsid w:val="00B96D37"/>
    <w:rsid w:val="00BA2D93"/>
    <w:rsid w:val="00BB22E2"/>
    <w:rsid w:val="00BB2A8A"/>
    <w:rsid w:val="00BB47FD"/>
    <w:rsid w:val="00BB66BF"/>
    <w:rsid w:val="00BB6F90"/>
    <w:rsid w:val="00BC2988"/>
    <w:rsid w:val="00BC2BFF"/>
    <w:rsid w:val="00BC2F13"/>
    <w:rsid w:val="00BD1F24"/>
    <w:rsid w:val="00BD2023"/>
    <w:rsid w:val="00BD696E"/>
    <w:rsid w:val="00BE04BE"/>
    <w:rsid w:val="00BE0D85"/>
    <w:rsid w:val="00BE4779"/>
    <w:rsid w:val="00BF0935"/>
    <w:rsid w:val="00BF59FE"/>
    <w:rsid w:val="00C0075A"/>
    <w:rsid w:val="00C00D85"/>
    <w:rsid w:val="00C03236"/>
    <w:rsid w:val="00C051F1"/>
    <w:rsid w:val="00C062A8"/>
    <w:rsid w:val="00C15CA0"/>
    <w:rsid w:val="00C201CD"/>
    <w:rsid w:val="00C22727"/>
    <w:rsid w:val="00C25712"/>
    <w:rsid w:val="00C40F17"/>
    <w:rsid w:val="00C56353"/>
    <w:rsid w:val="00C568EB"/>
    <w:rsid w:val="00C5737A"/>
    <w:rsid w:val="00C5751D"/>
    <w:rsid w:val="00C61502"/>
    <w:rsid w:val="00C61FDC"/>
    <w:rsid w:val="00C672E9"/>
    <w:rsid w:val="00C715FB"/>
    <w:rsid w:val="00C722DB"/>
    <w:rsid w:val="00C81F80"/>
    <w:rsid w:val="00C85031"/>
    <w:rsid w:val="00C87986"/>
    <w:rsid w:val="00C911CB"/>
    <w:rsid w:val="00C9450E"/>
    <w:rsid w:val="00C96072"/>
    <w:rsid w:val="00C965D1"/>
    <w:rsid w:val="00C9694F"/>
    <w:rsid w:val="00C96F3C"/>
    <w:rsid w:val="00C96F5D"/>
    <w:rsid w:val="00CA015C"/>
    <w:rsid w:val="00CA0E9C"/>
    <w:rsid w:val="00CA188F"/>
    <w:rsid w:val="00CA26F5"/>
    <w:rsid w:val="00CA7B93"/>
    <w:rsid w:val="00CB1A1F"/>
    <w:rsid w:val="00CB20F5"/>
    <w:rsid w:val="00CC51C2"/>
    <w:rsid w:val="00CD20CB"/>
    <w:rsid w:val="00CD2BB7"/>
    <w:rsid w:val="00CD74CC"/>
    <w:rsid w:val="00CE6110"/>
    <w:rsid w:val="00CF1539"/>
    <w:rsid w:val="00CF5618"/>
    <w:rsid w:val="00CF6763"/>
    <w:rsid w:val="00D00668"/>
    <w:rsid w:val="00D05475"/>
    <w:rsid w:val="00D07994"/>
    <w:rsid w:val="00D1690A"/>
    <w:rsid w:val="00D2235F"/>
    <w:rsid w:val="00D2394D"/>
    <w:rsid w:val="00D302C9"/>
    <w:rsid w:val="00D346D4"/>
    <w:rsid w:val="00D37850"/>
    <w:rsid w:val="00D41EC8"/>
    <w:rsid w:val="00D438EC"/>
    <w:rsid w:val="00D443EE"/>
    <w:rsid w:val="00D44E2A"/>
    <w:rsid w:val="00D45093"/>
    <w:rsid w:val="00D45700"/>
    <w:rsid w:val="00D45C86"/>
    <w:rsid w:val="00D54380"/>
    <w:rsid w:val="00D54547"/>
    <w:rsid w:val="00D54C1A"/>
    <w:rsid w:val="00D55BD0"/>
    <w:rsid w:val="00D610D7"/>
    <w:rsid w:val="00D61CD0"/>
    <w:rsid w:val="00D702EF"/>
    <w:rsid w:val="00D803CA"/>
    <w:rsid w:val="00D82282"/>
    <w:rsid w:val="00D85071"/>
    <w:rsid w:val="00D9024B"/>
    <w:rsid w:val="00D9144D"/>
    <w:rsid w:val="00D945FC"/>
    <w:rsid w:val="00D94A83"/>
    <w:rsid w:val="00D95297"/>
    <w:rsid w:val="00D972A0"/>
    <w:rsid w:val="00D97EAB"/>
    <w:rsid w:val="00DA0DA4"/>
    <w:rsid w:val="00DA1DE9"/>
    <w:rsid w:val="00DA5157"/>
    <w:rsid w:val="00DB3766"/>
    <w:rsid w:val="00DB37AD"/>
    <w:rsid w:val="00DB39D9"/>
    <w:rsid w:val="00DB4111"/>
    <w:rsid w:val="00DB51D2"/>
    <w:rsid w:val="00DC21BA"/>
    <w:rsid w:val="00DC3606"/>
    <w:rsid w:val="00DC396E"/>
    <w:rsid w:val="00DC76F5"/>
    <w:rsid w:val="00DD48A0"/>
    <w:rsid w:val="00DD528C"/>
    <w:rsid w:val="00DD5CC1"/>
    <w:rsid w:val="00DE04AF"/>
    <w:rsid w:val="00DE56EC"/>
    <w:rsid w:val="00DE7EBB"/>
    <w:rsid w:val="00E05594"/>
    <w:rsid w:val="00E1303B"/>
    <w:rsid w:val="00E16F2B"/>
    <w:rsid w:val="00E17833"/>
    <w:rsid w:val="00E20546"/>
    <w:rsid w:val="00E23799"/>
    <w:rsid w:val="00E25EF5"/>
    <w:rsid w:val="00E269AE"/>
    <w:rsid w:val="00E31843"/>
    <w:rsid w:val="00E3495D"/>
    <w:rsid w:val="00E35D28"/>
    <w:rsid w:val="00E41A25"/>
    <w:rsid w:val="00E42304"/>
    <w:rsid w:val="00E423A9"/>
    <w:rsid w:val="00E43FED"/>
    <w:rsid w:val="00E44725"/>
    <w:rsid w:val="00E51835"/>
    <w:rsid w:val="00E5614A"/>
    <w:rsid w:val="00E64082"/>
    <w:rsid w:val="00E674F1"/>
    <w:rsid w:val="00E719F4"/>
    <w:rsid w:val="00E72AF9"/>
    <w:rsid w:val="00E77976"/>
    <w:rsid w:val="00E77C2D"/>
    <w:rsid w:val="00E8068E"/>
    <w:rsid w:val="00E83982"/>
    <w:rsid w:val="00E90230"/>
    <w:rsid w:val="00E94571"/>
    <w:rsid w:val="00E96FD1"/>
    <w:rsid w:val="00EA1A15"/>
    <w:rsid w:val="00EA255B"/>
    <w:rsid w:val="00EA3250"/>
    <w:rsid w:val="00EA3878"/>
    <w:rsid w:val="00EA40F8"/>
    <w:rsid w:val="00EA6630"/>
    <w:rsid w:val="00EA71F9"/>
    <w:rsid w:val="00EB0B1C"/>
    <w:rsid w:val="00EB0C5C"/>
    <w:rsid w:val="00EB3E4E"/>
    <w:rsid w:val="00EB493D"/>
    <w:rsid w:val="00EC10B2"/>
    <w:rsid w:val="00EC45EE"/>
    <w:rsid w:val="00EC5CFE"/>
    <w:rsid w:val="00ED226E"/>
    <w:rsid w:val="00ED2454"/>
    <w:rsid w:val="00ED27E7"/>
    <w:rsid w:val="00ED2EFE"/>
    <w:rsid w:val="00ED56F1"/>
    <w:rsid w:val="00ED679F"/>
    <w:rsid w:val="00ED6CE6"/>
    <w:rsid w:val="00EE1949"/>
    <w:rsid w:val="00EE2142"/>
    <w:rsid w:val="00EE25FB"/>
    <w:rsid w:val="00EE3610"/>
    <w:rsid w:val="00EE69E0"/>
    <w:rsid w:val="00EE77B6"/>
    <w:rsid w:val="00EF1D05"/>
    <w:rsid w:val="00EF2320"/>
    <w:rsid w:val="00EF2D70"/>
    <w:rsid w:val="00EF3B3C"/>
    <w:rsid w:val="00EF3CE8"/>
    <w:rsid w:val="00EF5904"/>
    <w:rsid w:val="00EF7DE3"/>
    <w:rsid w:val="00F00F5F"/>
    <w:rsid w:val="00F01A6E"/>
    <w:rsid w:val="00F02E7A"/>
    <w:rsid w:val="00F04710"/>
    <w:rsid w:val="00F06602"/>
    <w:rsid w:val="00F11E93"/>
    <w:rsid w:val="00F12A29"/>
    <w:rsid w:val="00F13135"/>
    <w:rsid w:val="00F2009C"/>
    <w:rsid w:val="00F202A6"/>
    <w:rsid w:val="00F2218C"/>
    <w:rsid w:val="00F25123"/>
    <w:rsid w:val="00F339D1"/>
    <w:rsid w:val="00F346EC"/>
    <w:rsid w:val="00F3611B"/>
    <w:rsid w:val="00F362E2"/>
    <w:rsid w:val="00F45DF0"/>
    <w:rsid w:val="00F471AE"/>
    <w:rsid w:val="00F7045B"/>
    <w:rsid w:val="00F741DF"/>
    <w:rsid w:val="00F75E75"/>
    <w:rsid w:val="00F820EB"/>
    <w:rsid w:val="00F8264E"/>
    <w:rsid w:val="00F82F2C"/>
    <w:rsid w:val="00F84862"/>
    <w:rsid w:val="00F871ED"/>
    <w:rsid w:val="00F911BE"/>
    <w:rsid w:val="00F966A1"/>
    <w:rsid w:val="00FA02C9"/>
    <w:rsid w:val="00FA0E76"/>
    <w:rsid w:val="00FA301F"/>
    <w:rsid w:val="00FA4AC3"/>
    <w:rsid w:val="00FA5615"/>
    <w:rsid w:val="00FB5756"/>
    <w:rsid w:val="00FC546E"/>
    <w:rsid w:val="00FD245A"/>
    <w:rsid w:val="00FD4CA2"/>
    <w:rsid w:val="00FE3A55"/>
    <w:rsid w:val="00FE3D91"/>
    <w:rsid w:val="00FF5A37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1CD85"/>
  <w15:docId w15:val="{770C6BEC-09FE-4BD7-8691-0AA4A06C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19"/>
    <w:lsdException w:name="heading 1" w:uiPriority="0"/>
    <w:lsdException w:name="heading 2" w:semiHidden="1" w:uiPriority="0"/>
    <w:lsdException w:name="heading 3" w:semiHidden="1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19" w:unhideWhenUsed="1" w:qFormat="1"/>
    <w:lsdException w:name="Body Text 3" w:semiHidden="1" w:uiPriority="1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9"/>
    <w:rsid w:val="009E2183"/>
    <w:pPr>
      <w:spacing w:after="0"/>
    </w:pPr>
  </w:style>
  <w:style w:type="paragraph" w:styleId="Heading1">
    <w:name w:val="heading 1"/>
    <w:basedOn w:val="Normal"/>
    <w:next w:val="Normal"/>
    <w:link w:val="Heading1Char"/>
    <w:rsid w:val="00E05594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bCs/>
      <w:sz w:val="22"/>
      <w:szCs w:val="28"/>
    </w:rPr>
  </w:style>
  <w:style w:type="paragraph" w:styleId="Heading2">
    <w:name w:val="heading 2"/>
    <w:basedOn w:val="Normal"/>
    <w:next w:val="Normal"/>
    <w:link w:val="Heading2Char"/>
    <w:rsid w:val="00EC5CFE"/>
    <w:pPr>
      <w:keepNext/>
      <w:keepLines/>
      <w:spacing w:after="240"/>
      <w:jc w:val="both"/>
      <w:outlineLvl w:val="1"/>
    </w:pPr>
    <w:rPr>
      <w:rFonts w:eastAsiaTheme="majorEastAsia" w:cstheme="majorBidi"/>
      <w:bCs/>
      <w:sz w:val="22"/>
      <w:szCs w:val="26"/>
    </w:rPr>
  </w:style>
  <w:style w:type="paragraph" w:styleId="Heading3">
    <w:name w:val="heading 3"/>
    <w:basedOn w:val="Normal"/>
    <w:link w:val="Heading3Char"/>
    <w:rsid w:val="00E05594"/>
    <w:pPr>
      <w:tabs>
        <w:tab w:val="num" w:pos="1440"/>
      </w:tabs>
      <w:spacing w:after="240" w:line="290" w:lineRule="auto"/>
      <w:ind w:left="1440" w:hanging="720"/>
      <w:jc w:val="both"/>
      <w:outlineLvl w:val="2"/>
    </w:pPr>
    <w:rPr>
      <w:rFonts w:ascii="Arial" w:eastAsia="Times New Roman" w:hAnsi="Arial" w:cs="Times New Roman"/>
      <w:sz w:val="22"/>
    </w:rPr>
  </w:style>
  <w:style w:type="paragraph" w:styleId="Heading4">
    <w:name w:val="heading 4"/>
    <w:basedOn w:val="Normal"/>
    <w:link w:val="Heading4Char"/>
    <w:rsid w:val="00C85031"/>
    <w:pPr>
      <w:tabs>
        <w:tab w:val="left" w:pos="2016"/>
        <w:tab w:val="num" w:pos="2160"/>
      </w:tabs>
      <w:spacing w:after="140" w:line="290" w:lineRule="auto"/>
      <w:ind w:left="2016" w:hanging="576"/>
      <w:jc w:val="both"/>
      <w:outlineLvl w:val="3"/>
    </w:pPr>
    <w:rPr>
      <w:rFonts w:ascii="Arial" w:eastAsia="Times New Roman" w:hAnsi="Arial" w:cs="Times New Roman"/>
      <w:sz w:val="22"/>
    </w:rPr>
  </w:style>
  <w:style w:type="paragraph" w:styleId="Heading5">
    <w:name w:val="heading 5"/>
    <w:basedOn w:val="Normal"/>
    <w:link w:val="Heading5Char"/>
    <w:rsid w:val="0060346F"/>
    <w:pPr>
      <w:tabs>
        <w:tab w:val="num" w:pos="2592"/>
      </w:tabs>
      <w:spacing w:after="140" w:line="290" w:lineRule="auto"/>
      <w:ind w:left="2592" w:hanging="576"/>
      <w:jc w:val="both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Normal"/>
    <w:link w:val="Heading6Char"/>
    <w:rsid w:val="0060346F"/>
    <w:pPr>
      <w:tabs>
        <w:tab w:val="left" w:pos="3168"/>
        <w:tab w:val="num" w:pos="3312"/>
      </w:tabs>
      <w:spacing w:after="140" w:line="290" w:lineRule="auto"/>
      <w:ind w:left="3168" w:hanging="576"/>
      <w:jc w:val="both"/>
      <w:outlineLvl w:val="5"/>
    </w:pPr>
    <w:rPr>
      <w:rFonts w:ascii="Arial" w:eastAsia="Times New Roman" w:hAnsi="Arial" w:cs="Times New Roman"/>
    </w:rPr>
  </w:style>
  <w:style w:type="paragraph" w:styleId="Heading7">
    <w:name w:val="heading 7"/>
    <w:basedOn w:val="Normal"/>
    <w:link w:val="Heading7Char"/>
    <w:rsid w:val="0060346F"/>
    <w:pPr>
      <w:tabs>
        <w:tab w:val="num" w:pos="3744"/>
      </w:tabs>
      <w:spacing w:after="140" w:line="290" w:lineRule="auto"/>
      <w:ind w:left="3744" w:hanging="576"/>
      <w:jc w:val="both"/>
      <w:outlineLvl w:val="6"/>
    </w:pPr>
    <w:rPr>
      <w:rFonts w:ascii="Arial" w:eastAsia="Times New Roman" w:hAnsi="Arial" w:cs="Times New Roman"/>
    </w:rPr>
  </w:style>
  <w:style w:type="paragraph" w:styleId="Heading8">
    <w:name w:val="heading 8"/>
    <w:basedOn w:val="Normal"/>
    <w:link w:val="Heading8Char"/>
    <w:rsid w:val="0060346F"/>
    <w:pPr>
      <w:tabs>
        <w:tab w:val="num" w:pos="4320"/>
      </w:tabs>
      <w:spacing w:after="140" w:line="290" w:lineRule="auto"/>
      <w:ind w:left="4320" w:hanging="576"/>
      <w:jc w:val="both"/>
      <w:outlineLvl w:val="7"/>
    </w:pPr>
    <w:rPr>
      <w:rFonts w:ascii="Arial" w:eastAsia="Times New Roman" w:hAnsi="Arial" w:cs="Times New Roman"/>
    </w:rPr>
  </w:style>
  <w:style w:type="paragraph" w:styleId="Heading9">
    <w:name w:val="heading 9"/>
    <w:basedOn w:val="Normal"/>
    <w:link w:val="Heading9Char"/>
    <w:rsid w:val="0060346F"/>
    <w:pPr>
      <w:tabs>
        <w:tab w:val="num" w:pos="4896"/>
      </w:tabs>
      <w:spacing w:after="140" w:line="290" w:lineRule="auto"/>
      <w:ind w:left="4896" w:hanging="576"/>
      <w:jc w:val="both"/>
      <w:outlineLvl w:val="8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9"/>
    <w:qFormat/>
    <w:rsid w:val="0099649A"/>
    <w:pPr>
      <w:spacing w:line="240" w:lineRule="auto"/>
      <w:ind w:left="720"/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9"/>
    <w:rsid w:val="0099649A"/>
    <w:rPr>
      <w:rFonts w:ascii="Arial" w:hAnsi="Arial" w:cs="Arial"/>
    </w:rPr>
  </w:style>
  <w:style w:type="paragraph" w:customStyle="1" w:styleId="BodyText1">
    <w:name w:val="Body Text 1"/>
    <w:basedOn w:val="BodyText"/>
    <w:link w:val="BodyText1Char"/>
    <w:autoRedefine/>
    <w:uiPriority w:val="19"/>
    <w:qFormat/>
  </w:style>
  <w:style w:type="paragraph" w:styleId="BodyText2">
    <w:name w:val="Body Text 2"/>
    <w:basedOn w:val="BodyText"/>
    <w:link w:val="BodyText2Char"/>
    <w:autoRedefine/>
    <w:uiPriority w:val="19"/>
    <w:qFormat/>
    <w:pPr>
      <w:ind w:left="1440"/>
    </w:pPr>
  </w:style>
  <w:style w:type="character" w:customStyle="1" w:styleId="BodyText2Char">
    <w:name w:val="Body Text 2 Char"/>
    <w:basedOn w:val="DefaultParagraphFont"/>
    <w:link w:val="BodyText2"/>
    <w:uiPriority w:val="19"/>
    <w:rPr>
      <w:sz w:val="20"/>
    </w:rPr>
  </w:style>
  <w:style w:type="paragraph" w:customStyle="1" w:styleId="CoverDocumentTitle">
    <w:name w:val="Cover Document Title"/>
    <w:basedOn w:val="BodyText"/>
    <w:next w:val="CoverDocumentDescription"/>
    <w:uiPriority w:val="3"/>
    <w:rPr>
      <w:sz w:val="32"/>
      <w:szCs w:val="36"/>
    </w:rPr>
  </w:style>
  <w:style w:type="paragraph" w:customStyle="1" w:styleId="CoverDate">
    <w:name w:val="Cover Date"/>
    <w:basedOn w:val="BodyText"/>
    <w:uiPriority w:val="5"/>
    <w:rPr>
      <w:b/>
      <w:bCs/>
      <w:sz w:val="28"/>
      <w:szCs w:val="28"/>
    </w:rPr>
  </w:style>
  <w:style w:type="paragraph" w:customStyle="1" w:styleId="CoverPartyName">
    <w:name w:val="Cover Party Name"/>
    <w:basedOn w:val="Normal"/>
    <w:next w:val="CoverPartyRole"/>
    <w:uiPriority w:val="5"/>
    <w:rPr>
      <w:b/>
      <w:bCs/>
      <w:sz w:val="22"/>
      <w:szCs w:val="24"/>
    </w:rPr>
  </w:style>
  <w:style w:type="paragraph" w:customStyle="1" w:styleId="CoverPartyRole">
    <w:name w:val="Cover Party Role"/>
    <w:basedOn w:val="BodyText"/>
    <w:next w:val="CoverPartyName"/>
    <w:uiPriority w:val="5"/>
    <w:rPr>
      <w:sz w:val="22"/>
      <w:szCs w:val="24"/>
    </w:rPr>
  </w:style>
  <w:style w:type="paragraph" w:customStyle="1" w:styleId="CoverText">
    <w:name w:val="Cover Text"/>
    <w:basedOn w:val="BodyText"/>
    <w:uiPriority w:val="5"/>
  </w:style>
  <w:style w:type="paragraph" w:customStyle="1" w:styleId="CoverDocumentDescription">
    <w:name w:val="Cover Document Description"/>
    <w:basedOn w:val="BodyText"/>
    <w:uiPriority w:val="4"/>
  </w:style>
  <w:style w:type="character" w:customStyle="1" w:styleId="Heading1Char">
    <w:name w:val="Heading 1 Char"/>
    <w:basedOn w:val="DefaultParagraphFont"/>
    <w:link w:val="Heading1"/>
    <w:rsid w:val="00E05594"/>
    <w:rPr>
      <w:rFonts w:asciiTheme="majorHAnsi" w:eastAsiaTheme="majorEastAsia" w:hAnsiTheme="majorHAnsi" w:cstheme="majorBidi"/>
      <w:b/>
      <w:bCs/>
      <w:sz w:val="22"/>
      <w:szCs w:val="28"/>
    </w:rPr>
  </w:style>
  <w:style w:type="paragraph" w:customStyle="1" w:styleId="TOCSubHeading">
    <w:name w:val="TOC Sub Heading"/>
    <w:basedOn w:val="BodyText"/>
    <w:uiPriority w:val="39"/>
    <w:pPr>
      <w:keepNext/>
    </w:pPr>
    <w:rPr>
      <w:b/>
      <w:bCs/>
    </w:rPr>
  </w:style>
  <w:style w:type="paragraph" w:customStyle="1" w:styleId="IntroHeading">
    <w:name w:val="Intro Heading"/>
    <w:basedOn w:val="BodyText"/>
    <w:next w:val="BodyText"/>
    <w:uiPriority w:val="9"/>
    <w:pPr>
      <w:keepNext/>
      <w:numPr>
        <w:numId w:val="4"/>
      </w:numPr>
    </w:pPr>
    <w:rPr>
      <w:b/>
      <w:bCs/>
      <w:sz w:val="22"/>
      <w:szCs w:val="24"/>
    </w:rPr>
  </w:style>
  <w:style w:type="paragraph" w:customStyle="1" w:styleId="Parties1">
    <w:name w:val="Parties 1"/>
    <w:basedOn w:val="BodyText"/>
    <w:uiPriority w:val="9"/>
    <w:pPr>
      <w:numPr>
        <w:ilvl w:val="1"/>
        <w:numId w:val="4"/>
      </w:numPr>
    </w:pPr>
  </w:style>
  <w:style w:type="paragraph" w:customStyle="1" w:styleId="Parties2">
    <w:name w:val="Parties 2"/>
    <w:basedOn w:val="BodyText"/>
    <w:uiPriority w:val="9"/>
    <w:pPr>
      <w:numPr>
        <w:ilvl w:val="2"/>
        <w:numId w:val="4"/>
      </w:numPr>
    </w:pPr>
  </w:style>
  <w:style w:type="paragraph" w:customStyle="1" w:styleId="Background1">
    <w:name w:val="Background 1"/>
    <w:basedOn w:val="BodyText"/>
    <w:uiPriority w:val="11"/>
    <w:pPr>
      <w:numPr>
        <w:ilvl w:val="3"/>
        <w:numId w:val="4"/>
      </w:numPr>
    </w:pPr>
  </w:style>
  <w:style w:type="paragraph" w:customStyle="1" w:styleId="Background2">
    <w:name w:val="Background 2"/>
    <w:basedOn w:val="BodyText"/>
    <w:uiPriority w:val="11"/>
    <w:pPr>
      <w:numPr>
        <w:ilvl w:val="4"/>
        <w:numId w:val="4"/>
      </w:numPr>
    </w:pPr>
  </w:style>
  <w:style w:type="paragraph" w:customStyle="1" w:styleId="Level1Heading">
    <w:name w:val="Level 1 Heading"/>
    <w:basedOn w:val="BodyText"/>
    <w:next w:val="BodyText1"/>
    <w:uiPriority w:val="19"/>
    <w:qFormat/>
    <w:pPr>
      <w:keepNext/>
      <w:numPr>
        <w:numId w:val="1"/>
      </w:numPr>
      <w:outlineLvl w:val="0"/>
    </w:pPr>
    <w:rPr>
      <w:b/>
      <w:bCs/>
      <w:sz w:val="22"/>
      <w:szCs w:val="24"/>
    </w:rPr>
  </w:style>
  <w:style w:type="paragraph" w:customStyle="1" w:styleId="Level2Number">
    <w:name w:val="Level 2 Number"/>
    <w:uiPriority w:val="19"/>
    <w:qFormat/>
    <w:rsid w:val="00DA5157"/>
    <w:pPr>
      <w:numPr>
        <w:ilvl w:val="1"/>
        <w:numId w:val="1"/>
      </w:numPr>
      <w:jc w:val="both"/>
    </w:pPr>
    <w:rPr>
      <w:rFonts w:eastAsiaTheme="majorEastAsia" w:cstheme="majorBidi"/>
      <w:bCs/>
      <w:szCs w:val="26"/>
    </w:rPr>
  </w:style>
  <w:style w:type="paragraph" w:customStyle="1" w:styleId="Level3Number">
    <w:name w:val="Level 3 Number"/>
    <w:basedOn w:val="BodyText"/>
    <w:uiPriority w:val="19"/>
    <w:pPr>
      <w:numPr>
        <w:ilvl w:val="2"/>
        <w:numId w:val="1"/>
      </w:numPr>
    </w:pPr>
  </w:style>
  <w:style w:type="paragraph" w:customStyle="1" w:styleId="Level4Number">
    <w:name w:val="Level 4 Number"/>
    <w:basedOn w:val="BodyText"/>
    <w:uiPriority w:val="19"/>
    <w:qFormat/>
    <w:pPr>
      <w:numPr>
        <w:ilvl w:val="3"/>
        <w:numId w:val="1"/>
      </w:numPr>
    </w:pPr>
  </w:style>
  <w:style w:type="paragraph" w:customStyle="1" w:styleId="Level5Number">
    <w:name w:val="Level 5 Number"/>
    <w:basedOn w:val="BodyText"/>
    <w:uiPriority w:val="19"/>
    <w:qFormat/>
    <w:pPr>
      <w:numPr>
        <w:ilvl w:val="4"/>
        <w:numId w:val="1"/>
      </w:numPr>
    </w:pPr>
  </w:style>
  <w:style w:type="paragraph" w:customStyle="1" w:styleId="Level6Number">
    <w:name w:val="Level 6 Number"/>
    <w:basedOn w:val="BodyText"/>
    <w:uiPriority w:val="19"/>
    <w:pPr>
      <w:numPr>
        <w:ilvl w:val="5"/>
        <w:numId w:val="1"/>
      </w:numPr>
    </w:pPr>
  </w:style>
  <w:style w:type="paragraph" w:customStyle="1" w:styleId="Level7Number">
    <w:name w:val="Level 7 Number"/>
    <w:basedOn w:val="BodyText"/>
    <w:uiPriority w:val="19"/>
    <w:pPr>
      <w:numPr>
        <w:ilvl w:val="6"/>
        <w:numId w:val="1"/>
      </w:numPr>
    </w:pPr>
  </w:style>
  <w:style w:type="paragraph" w:customStyle="1" w:styleId="Level8Number">
    <w:name w:val="Level 8 Number"/>
    <w:basedOn w:val="BodyText"/>
    <w:uiPriority w:val="19"/>
    <w:pPr>
      <w:numPr>
        <w:ilvl w:val="7"/>
        <w:numId w:val="1"/>
      </w:numPr>
    </w:pPr>
  </w:style>
  <w:style w:type="paragraph" w:styleId="BodyText3">
    <w:name w:val="Body Text 3"/>
    <w:basedOn w:val="BodyText"/>
    <w:link w:val="BodyText3Char"/>
    <w:uiPriority w:val="19"/>
    <w:pPr>
      <w:ind w:left="2160"/>
    </w:pPr>
  </w:style>
  <w:style w:type="character" w:customStyle="1" w:styleId="BodyText3Char">
    <w:name w:val="Body Text 3 Char"/>
    <w:basedOn w:val="DefaultParagraphFont"/>
    <w:link w:val="BodyText3"/>
    <w:uiPriority w:val="19"/>
    <w:rPr>
      <w:sz w:val="20"/>
    </w:rPr>
  </w:style>
  <w:style w:type="paragraph" w:customStyle="1" w:styleId="BodyText4">
    <w:name w:val="Body Text 4"/>
    <w:basedOn w:val="BodyText"/>
    <w:uiPriority w:val="19"/>
    <w:pPr>
      <w:ind w:left="2880"/>
    </w:pPr>
  </w:style>
  <w:style w:type="paragraph" w:customStyle="1" w:styleId="BodyText5">
    <w:name w:val="Body Text 5"/>
    <w:basedOn w:val="BodyText"/>
    <w:uiPriority w:val="19"/>
    <w:pPr>
      <w:ind w:left="3600"/>
    </w:pPr>
  </w:style>
  <w:style w:type="paragraph" w:customStyle="1" w:styleId="BodyText6">
    <w:name w:val="Body Text 6"/>
    <w:basedOn w:val="BodyText"/>
    <w:uiPriority w:val="19"/>
    <w:pPr>
      <w:ind w:left="4320"/>
    </w:pPr>
  </w:style>
  <w:style w:type="paragraph" w:customStyle="1" w:styleId="Definition">
    <w:name w:val="Definition"/>
    <w:basedOn w:val="BodyText"/>
    <w:uiPriority w:val="21"/>
    <w:qFormat/>
    <w:pPr>
      <w:numPr>
        <w:numId w:val="3"/>
      </w:numPr>
      <w:outlineLvl w:val="4"/>
    </w:pPr>
  </w:style>
  <w:style w:type="paragraph" w:customStyle="1" w:styleId="Definition1">
    <w:name w:val="Definition 1"/>
    <w:basedOn w:val="BodyText"/>
    <w:uiPriority w:val="21"/>
    <w:pPr>
      <w:numPr>
        <w:ilvl w:val="1"/>
        <w:numId w:val="3"/>
      </w:numPr>
    </w:pPr>
  </w:style>
  <w:style w:type="paragraph" w:customStyle="1" w:styleId="Definition2">
    <w:name w:val="Definition 2"/>
    <w:basedOn w:val="BodyText"/>
    <w:uiPriority w:val="21"/>
    <w:pPr>
      <w:numPr>
        <w:ilvl w:val="2"/>
        <w:numId w:val="3"/>
      </w:numPr>
    </w:pPr>
  </w:style>
  <w:style w:type="paragraph" w:customStyle="1" w:styleId="Definition3">
    <w:name w:val="Definition 3"/>
    <w:basedOn w:val="BodyText"/>
    <w:uiPriority w:val="21"/>
    <w:pPr>
      <w:numPr>
        <w:ilvl w:val="3"/>
        <w:numId w:val="3"/>
      </w:numPr>
    </w:pPr>
  </w:style>
  <w:style w:type="paragraph" w:customStyle="1" w:styleId="Definition4">
    <w:name w:val="Definition 4"/>
    <w:basedOn w:val="BodyText"/>
    <w:uiPriority w:val="21"/>
    <w:pPr>
      <w:numPr>
        <w:ilvl w:val="4"/>
        <w:numId w:val="3"/>
      </w:numPr>
    </w:pPr>
  </w:style>
  <w:style w:type="paragraph" w:customStyle="1" w:styleId="Section">
    <w:name w:val="Section"/>
    <w:basedOn w:val="BodyText"/>
    <w:uiPriority w:val="24"/>
    <w:pPr>
      <w:keepNext/>
      <w:outlineLvl w:val="0"/>
    </w:pPr>
    <w:rPr>
      <w:b/>
      <w:bCs/>
      <w:sz w:val="22"/>
      <w:szCs w:val="24"/>
    </w:rPr>
  </w:style>
  <w:style w:type="paragraph" w:customStyle="1" w:styleId="Note">
    <w:name w:val="Note"/>
    <w:basedOn w:val="BodyText"/>
    <w:link w:val="NoteChar"/>
    <w:uiPriority w:val="19"/>
    <w:pPr>
      <w:shd w:val="clear" w:color="auto" w:fill="C5F0FF" w:themeFill="accent2" w:themeFillTint="33"/>
    </w:pPr>
    <w:rPr>
      <w:rFonts w:eastAsia="Times New Roman" w:cs="Arabic Transparent"/>
      <w:sz w:val="17"/>
      <w:szCs w:val="17"/>
    </w:rPr>
  </w:style>
  <w:style w:type="paragraph" w:customStyle="1" w:styleId="Schedule">
    <w:name w:val="Schedule"/>
    <w:basedOn w:val="BodyText"/>
    <w:next w:val="BodyText"/>
    <w:uiPriority w:val="29"/>
    <w:qFormat/>
    <w:rsid w:val="000527D6"/>
    <w:pPr>
      <w:keepNext/>
      <w:numPr>
        <w:numId w:val="2"/>
      </w:numPr>
      <w:ind w:left="0" w:firstLine="0"/>
      <w:outlineLvl w:val="0"/>
    </w:pPr>
    <w:rPr>
      <w:b/>
      <w:bCs/>
      <w:sz w:val="28"/>
      <w:szCs w:val="32"/>
    </w:rPr>
  </w:style>
  <w:style w:type="paragraph" w:customStyle="1" w:styleId="Part">
    <w:name w:val="Part"/>
    <w:basedOn w:val="BodyText"/>
    <w:next w:val="BodyText"/>
    <w:uiPriority w:val="31"/>
    <w:qFormat/>
    <w:pPr>
      <w:keepNext/>
      <w:numPr>
        <w:ilvl w:val="2"/>
        <w:numId w:val="2"/>
      </w:numPr>
      <w:ind w:left="0" w:firstLine="0"/>
      <w:outlineLvl w:val="1"/>
    </w:pPr>
    <w:rPr>
      <w:b/>
      <w:bCs/>
      <w:sz w:val="24"/>
      <w:szCs w:val="28"/>
    </w:rPr>
  </w:style>
  <w:style w:type="paragraph" w:customStyle="1" w:styleId="Sch1Number">
    <w:name w:val="Sch 1 Number"/>
    <w:basedOn w:val="BodyText"/>
    <w:uiPriority w:val="31"/>
    <w:qFormat/>
    <w:pPr>
      <w:numPr>
        <w:ilvl w:val="3"/>
        <w:numId w:val="2"/>
      </w:numPr>
      <w:ind w:left="720" w:hanging="720"/>
    </w:pPr>
  </w:style>
  <w:style w:type="paragraph" w:customStyle="1" w:styleId="Sch2Number">
    <w:name w:val="Sch 2 Number"/>
    <w:basedOn w:val="BodyText"/>
    <w:uiPriority w:val="31"/>
    <w:qFormat/>
    <w:pPr>
      <w:numPr>
        <w:ilvl w:val="4"/>
        <w:numId w:val="2"/>
      </w:numPr>
      <w:ind w:left="720" w:hanging="720"/>
    </w:pPr>
  </w:style>
  <w:style w:type="paragraph" w:customStyle="1" w:styleId="Sch3Number">
    <w:name w:val="Sch 3 Number"/>
    <w:basedOn w:val="BodyText"/>
    <w:uiPriority w:val="31"/>
    <w:pPr>
      <w:numPr>
        <w:ilvl w:val="5"/>
        <w:numId w:val="2"/>
      </w:numPr>
      <w:ind w:left="720" w:hanging="720"/>
    </w:pPr>
  </w:style>
  <w:style w:type="paragraph" w:customStyle="1" w:styleId="Sch4Number">
    <w:name w:val="Sch 4 Number"/>
    <w:basedOn w:val="BodyText"/>
    <w:uiPriority w:val="31"/>
    <w:qFormat/>
    <w:pPr>
      <w:numPr>
        <w:ilvl w:val="6"/>
        <w:numId w:val="2"/>
      </w:numPr>
      <w:ind w:left="1440" w:hanging="720"/>
    </w:pPr>
  </w:style>
  <w:style w:type="paragraph" w:customStyle="1" w:styleId="Sch5Number">
    <w:name w:val="Sch 5 Number"/>
    <w:basedOn w:val="BodyText"/>
    <w:uiPriority w:val="31"/>
    <w:pPr>
      <w:numPr>
        <w:ilvl w:val="7"/>
        <w:numId w:val="2"/>
      </w:numPr>
      <w:ind w:left="2160" w:hanging="720"/>
    </w:pPr>
  </w:style>
  <w:style w:type="paragraph" w:customStyle="1" w:styleId="Sch6Number">
    <w:name w:val="Sch 6 Number"/>
    <w:basedOn w:val="BodyText"/>
    <w:uiPriority w:val="31"/>
    <w:pPr>
      <w:numPr>
        <w:ilvl w:val="8"/>
        <w:numId w:val="2"/>
      </w:numPr>
      <w:ind w:left="2880" w:hanging="720"/>
    </w:pPr>
  </w:style>
  <w:style w:type="paragraph" w:customStyle="1" w:styleId="SubSchedule">
    <w:name w:val="Sub Schedule"/>
    <w:basedOn w:val="BodyText"/>
    <w:next w:val="BodyText"/>
    <w:uiPriority w:val="31"/>
    <w:pPr>
      <w:keepNext/>
      <w:numPr>
        <w:ilvl w:val="1"/>
        <w:numId w:val="2"/>
      </w:numPr>
      <w:ind w:left="0" w:firstLine="0"/>
      <w:outlineLvl w:val="1"/>
    </w:pPr>
    <w:rPr>
      <w:b/>
      <w:bCs/>
      <w:sz w:val="24"/>
      <w:szCs w:val="28"/>
    </w:rPr>
  </w:style>
  <w:style w:type="paragraph" w:customStyle="1" w:styleId="Appendix">
    <w:name w:val="Appendix"/>
    <w:basedOn w:val="BodyText"/>
    <w:next w:val="BodyText"/>
    <w:uiPriority w:val="37"/>
    <w:qFormat/>
    <w:pPr>
      <w:keepNext/>
      <w:numPr>
        <w:numId w:val="7"/>
      </w:numPr>
      <w:outlineLvl w:val="0"/>
    </w:pPr>
    <w:rPr>
      <w:b/>
      <w:bCs/>
      <w:sz w:val="28"/>
      <w:szCs w:val="32"/>
    </w:rPr>
  </w:style>
  <w:style w:type="paragraph" w:customStyle="1" w:styleId="Execution">
    <w:name w:val="Execution"/>
    <w:basedOn w:val="BodyText"/>
    <w:uiPriority w:val="39"/>
  </w:style>
  <w:style w:type="numbering" w:customStyle="1" w:styleId="MainNumbering">
    <w:name w:val="Main Numbering"/>
    <w:uiPriority w:val="99"/>
    <w:pPr>
      <w:numPr>
        <w:numId w:val="9"/>
      </w:numPr>
    </w:pPr>
  </w:style>
  <w:style w:type="numbering" w:customStyle="1" w:styleId="Schedules">
    <w:name w:val="Schedules"/>
    <w:uiPriority w:val="99"/>
    <w:pPr>
      <w:numPr>
        <w:numId w:val="12"/>
      </w:numPr>
    </w:pPr>
  </w:style>
  <w:style w:type="paragraph" w:customStyle="1" w:styleId="BodyTextBold">
    <w:name w:val="Body Text Bold"/>
    <w:basedOn w:val="BodyText"/>
    <w:uiPriority w:val="19"/>
    <w:pPr>
      <w:keepNext/>
    </w:pPr>
    <w:rPr>
      <w:b/>
      <w:bCs/>
    </w:rPr>
  </w:style>
  <w:style w:type="paragraph" w:customStyle="1" w:styleId="BodyText1Bold">
    <w:name w:val="Body Text 1 Bold"/>
    <w:basedOn w:val="BodyText1"/>
    <w:uiPriority w:val="19"/>
    <w:pPr>
      <w:keepNext/>
    </w:pPr>
    <w:rPr>
      <w:b/>
      <w:bCs/>
    </w:rPr>
  </w:style>
  <w:style w:type="numbering" w:customStyle="1" w:styleId="Definitions">
    <w:name w:val="Definitions"/>
    <w:uiPriority w:val="99"/>
    <w:pPr>
      <w:numPr>
        <w:numId w:val="3"/>
      </w:numPr>
    </w:pPr>
  </w:style>
  <w:style w:type="numbering" w:customStyle="1" w:styleId="Parties">
    <w:name w:val="Parties"/>
    <w:uiPriority w:val="99"/>
    <w:pPr>
      <w:numPr>
        <w:numId w:val="4"/>
      </w:numPr>
    </w:pPr>
  </w:style>
  <w:style w:type="paragraph" w:customStyle="1" w:styleId="Level3Heading">
    <w:name w:val="Level 3 Heading"/>
    <w:basedOn w:val="Level3Number"/>
    <w:next w:val="BodyText1"/>
    <w:uiPriority w:val="19"/>
    <w:pPr>
      <w:keepNext/>
      <w:outlineLvl w:val="2"/>
    </w:pPr>
    <w:rPr>
      <w:b/>
      <w:bCs/>
    </w:rPr>
  </w:style>
  <w:style w:type="paragraph" w:customStyle="1" w:styleId="Level2Heading">
    <w:name w:val="Level 2 Heading"/>
    <w:basedOn w:val="Level2Number"/>
    <w:next w:val="BodyText1"/>
    <w:uiPriority w:val="19"/>
    <w:qFormat/>
    <w:pPr>
      <w:keepNext/>
      <w:outlineLvl w:val="1"/>
    </w:pPr>
    <w:rPr>
      <w:b/>
      <w:bCs w:val="0"/>
    </w:rPr>
  </w:style>
  <w:style w:type="paragraph" w:customStyle="1" w:styleId="Level1Number">
    <w:name w:val="Level 1 Number"/>
    <w:basedOn w:val="Level1Heading"/>
    <w:uiPriority w:val="19"/>
    <w:pPr>
      <w:keepNext w:val="0"/>
      <w:outlineLvl w:val="9"/>
    </w:pPr>
    <w:rPr>
      <w:b w:val="0"/>
      <w:bCs w:val="0"/>
      <w:sz w:val="20"/>
      <w:szCs w:val="22"/>
    </w:rPr>
  </w:style>
  <w:style w:type="paragraph" w:customStyle="1" w:styleId="Level4Heading">
    <w:name w:val="Level 4 Heading"/>
    <w:basedOn w:val="Level4Number"/>
    <w:next w:val="BodyText2"/>
    <w:uiPriority w:val="19"/>
    <w:pPr>
      <w:keepNext/>
    </w:pPr>
    <w:rPr>
      <w:b/>
    </w:rPr>
  </w:style>
  <w:style w:type="paragraph" w:customStyle="1" w:styleId="Sch1Heading">
    <w:name w:val="Sch 1 Heading"/>
    <w:basedOn w:val="Sch1Number"/>
    <w:next w:val="BodyText1"/>
    <w:uiPriority w:val="31"/>
    <w:qFormat/>
    <w:pPr>
      <w:keepNext/>
      <w:outlineLvl w:val="2"/>
    </w:pPr>
    <w:rPr>
      <w:b/>
      <w:bCs/>
      <w:sz w:val="22"/>
      <w:szCs w:val="24"/>
    </w:rPr>
  </w:style>
  <w:style w:type="paragraph" w:customStyle="1" w:styleId="Sch2Heading">
    <w:name w:val="Sch 2 Heading"/>
    <w:basedOn w:val="Sch2Number"/>
    <w:next w:val="BodyText1"/>
    <w:uiPriority w:val="31"/>
    <w:pPr>
      <w:keepNext/>
    </w:pPr>
    <w:rPr>
      <w:b/>
      <w:bCs/>
    </w:rPr>
  </w:style>
  <w:style w:type="paragraph" w:customStyle="1" w:styleId="Sch3Heading">
    <w:name w:val="Sch 3 Heading"/>
    <w:basedOn w:val="Sch3Number"/>
    <w:next w:val="BodyText1"/>
    <w:uiPriority w:val="31"/>
    <w:pPr>
      <w:keepNext/>
    </w:pPr>
    <w:rPr>
      <w:b/>
    </w:rPr>
  </w:style>
  <w:style w:type="paragraph" w:customStyle="1" w:styleId="Sch4Heading">
    <w:name w:val="Sch 4 Heading"/>
    <w:basedOn w:val="Sch4Number"/>
    <w:next w:val="BodyText2"/>
    <w:uiPriority w:val="31"/>
    <w:pPr>
      <w:keepNext/>
    </w:pPr>
    <w:rPr>
      <w:b/>
    </w:rPr>
  </w:style>
  <w:style w:type="character" w:customStyle="1" w:styleId="DefinitionTerm">
    <w:name w:val="Definition Term"/>
    <w:basedOn w:val="DefaultParagraphFont"/>
    <w:uiPriority w:val="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ocumentName">
    <w:name w:val="Document Name"/>
    <w:basedOn w:val="BodyText"/>
    <w:next w:val="IntroHeading"/>
    <w:uiPriority w:val="9"/>
    <w:pPr>
      <w:outlineLvl w:val="0"/>
    </w:pPr>
    <w:rPr>
      <w:b/>
      <w:bCs/>
      <w:sz w:val="28"/>
      <w:szCs w:val="32"/>
    </w:rPr>
  </w:style>
  <w:style w:type="paragraph" w:customStyle="1" w:styleId="BodyTextSmall">
    <w:name w:val="Body Text Small"/>
    <w:basedOn w:val="BodyText"/>
    <w:uiPriority w:val="19"/>
    <w:rPr>
      <w:sz w:val="18"/>
    </w:rPr>
  </w:style>
  <w:style w:type="paragraph" w:customStyle="1" w:styleId="Bullet">
    <w:name w:val="Bullet"/>
    <w:basedOn w:val="BodyText"/>
    <w:uiPriority w:val="21"/>
    <w:qFormat/>
    <w:pPr>
      <w:numPr>
        <w:numId w:val="5"/>
      </w:numPr>
    </w:pPr>
  </w:style>
  <w:style w:type="paragraph" w:customStyle="1" w:styleId="Bullet1">
    <w:name w:val="Bullet 1"/>
    <w:basedOn w:val="BodyText"/>
    <w:uiPriority w:val="21"/>
    <w:pPr>
      <w:numPr>
        <w:ilvl w:val="1"/>
        <w:numId w:val="5"/>
      </w:numPr>
    </w:pPr>
  </w:style>
  <w:style w:type="paragraph" w:customStyle="1" w:styleId="Bullet2">
    <w:name w:val="Bullet 2"/>
    <w:basedOn w:val="BodyText"/>
    <w:uiPriority w:val="21"/>
    <w:pPr>
      <w:numPr>
        <w:ilvl w:val="2"/>
        <w:numId w:val="5"/>
      </w:numPr>
    </w:pPr>
  </w:style>
  <w:style w:type="paragraph" w:customStyle="1" w:styleId="Bullet3">
    <w:name w:val="Bullet 3"/>
    <w:basedOn w:val="BodyText"/>
    <w:uiPriority w:val="21"/>
    <w:pPr>
      <w:numPr>
        <w:ilvl w:val="3"/>
        <w:numId w:val="5"/>
      </w:numPr>
    </w:pPr>
  </w:style>
  <w:style w:type="paragraph" w:customStyle="1" w:styleId="Bullet4">
    <w:name w:val="Bullet 4"/>
    <w:basedOn w:val="BodyText"/>
    <w:uiPriority w:val="21"/>
    <w:pPr>
      <w:numPr>
        <w:ilvl w:val="4"/>
        <w:numId w:val="5"/>
      </w:numPr>
    </w:pPr>
  </w:style>
  <w:style w:type="numbering" w:customStyle="1" w:styleId="Bullets">
    <w:name w:val="Bullets"/>
    <w:uiPriority w:val="99"/>
    <w:pPr>
      <w:numPr>
        <w:numId w:val="5"/>
      </w:numPr>
    </w:pPr>
  </w:style>
  <w:style w:type="paragraph" w:styleId="TOCHeading">
    <w:name w:val="TOC Heading"/>
    <w:basedOn w:val="BodyText"/>
    <w:next w:val="Normal"/>
    <w:uiPriority w:val="39"/>
    <w:qFormat/>
    <w:pPr>
      <w:keepNext/>
      <w:pageBreakBefore/>
      <w:outlineLvl w:val="0"/>
    </w:pPr>
    <w:rPr>
      <w:b/>
      <w:bCs/>
      <w:sz w:val="28"/>
      <w:szCs w:val="32"/>
    </w:rPr>
  </w:style>
  <w:style w:type="paragraph" w:customStyle="1" w:styleId="PrecTitle">
    <w:name w:val="PrecTitle"/>
    <w:basedOn w:val="BodyText"/>
    <w:uiPriority w:val="34"/>
    <w:semiHidden/>
    <w:pPr>
      <w:spacing w:before="120" w:after="120"/>
    </w:pPr>
    <w:rPr>
      <w:b/>
      <w:bCs/>
      <w:sz w:val="32"/>
      <w:szCs w:val="34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6"/>
      <w:szCs w:val="18"/>
    </w:rPr>
  </w:style>
  <w:style w:type="paragraph" w:customStyle="1" w:styleId="Address">
    <w:name w:val="Address"/>
    <w:basedOn w:val="Normal"/>
    <w:uiPriority w:val="39"/>
    <w:rPr>
      <w:rFonts w:ascii="Arial" w:eastAsia="Times New Roman" w:hAnsi="Arial" w:cs="Arial"/>
      <w:sz w:val="14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BE4779"/>
    <w:pPr>
      <w:tabs>
        <w:tab w:val="left" w:pos="600"/>
        <w:tab w:val="right" w:leader="dot" w:pos="9016"/>
      </w:tabs>
      <w:spacing w:before="12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pPr>
      <w:spacing w:before="24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qFormat/>
    <w:pPr>
      <w:ind w:left="20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Pr>
      <w:color w:val="6E2D91" w:themeColor="hyperlink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PageNumber">
    <w:name w:val="page number"/>
    <w:basedOn w:val="DefaultParagraphFont"/>
    <w:semiHidden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1Char">
    <w:name w:val="Body Text 1 Char"/>
    <w:basedOn w:val="BodyTextChar"/>
    <w:link w:val="BodyText1"/>
    <w:uiPriority w:val="19"/>
    <w:rPr>
      <w:rFonts w:ascii="Arial" w:hAnsi="Arial" w:cs="Arial"/>
      <w:sz w:val="20"/>
    </w:rPr>
  </w:style>
  <w:style w:type="character" w:customStyle="1" w:styleId="NoteChar">
    <w:name w:val="Note Char"/>
    <w:basedOn w:val="BodyTextChar"/>
    <w:link w:val="Note"/>
    <w:uiPriority w:val="19"/>
    <w:rPr>
      <w:rFonts w:ascii="Arial" w:eastAsia="Times New Roman" w:hAnsi="Arial" w:cs="Arabic Transparent"/>
      <w:sz w:val="17"/>
      <w:szCs w:val="17"/>
      <w:shd w:val="clear" w:color="auto" w:fill="C5F0FF" w:themeFill="accent2" w:themeFillTint="33"/>
    </w:rPr>
  </w:style>
  <w:style w:type="table" w:customStyle="1" w:styleId="PrecedentNotes">
    <w:name w:val="Precedent Notes"/>
    <w:basedOn w:val="TableNormal"/>
    <w:uiPriority w:val="99"/>
    <w:pPr>
      <w:spacing w:before="40" w:after="40" w:line="240" w:lineRule="auto"/>
    </w:pPr>
    <w:rPr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paragraph" w:customStyle="1" w:styleId="Prec1Heading">
    <w:name w:val="Prec 1 Heading"/>
    <w:basedOn w:val="BodyText"/>
    <w:next w:val="BodyText1"/>
    <w:uiPriority w:val="39"/>
    <w:semiHidden/>
    <w:pPr>
      <w:keepNext/>
      <w:numPr>
        <w:numId w:val="6"/>
      </w:numPr>
    </w:pPr>
    <w:rPr>
      <w:b/>
      <w:bCs/>
      <w:sz w:val="22"/>
      <w:szCs w:val="24"/>
    </w:rPr>
  </w:style>
  <w:style w:type="paragraph" w:customStyle="1" w:styleId="Prec2Number">
    <w:name w:val="Prec 2 Number"/>
    <w:basedOn w:val="BodyText"/>
    <w:uiPriority w:val="39"/>
    <w:semiHidden/>
    <w:pPr>
      <w:numPr>
        <w:ilvl w:val="1"/>
        <w:numId w:val="6"/>
      </w:numPr>
    </w:pPr>
  </w:style>
  <w:style w:type="paragraph" w:customStyle="1" w:styleId="Prec3Number">
    <w:name w:val="Prec 3 Number"/>
    <w:basedOn w:val="Prec2Number"/>
    <w:uiPriority w:val="39"/>
    <w:semiHidden/>
    <w:pPr>
      <w:numPr>
        <w:ilvl w:val="2"/>
      </w:numPr>
    </w:pPr>
  </w:style>
  <w:style w:type="numbering" w:customStyle="1" w:styleId="PrecNotes">
    <w:name w:val="Prec Notes"/>
    <w:uiPriority w:val="99"/>
    <w:pPr>
      <w:numPr>
        <w:numId w:val="6"/>
      </w:numPr>
    </w:pPr>
  </w:style>
  <w:style w:type="paragraph" w:customStyle="1" w:styleId="Prec4Number">
    <w:name w:val="Prec 4 Number"/>
    <w:basedOn w:val="BodyText"/>
    <w:uiPriority w:val="39"/>
    <w:semiHidden/>
    <w:pPr>
      <w:numPr>
        <w:ilvl w:val="3"/>
        <w:numId w:val="6"/>
      </w:numPr>
    </w:pPr>
  </w:style>
  <w:style w:type="paragraph" w:customStyle="1" w:styleId="Prec1Number">
    <w:name w:val="Prec 1 Number"/>
    <w:basedOn w:val="Prec1Heading"/>
    <w:uiPriority w:val="39"/>
    <w:semiHidden/>
    <w:pPr>
      <w:keepNext w:val="0"/>
    </w:pPr>
    <w:rPr>
      <w:b w:val="0"/>
      <w:sz w:val="20"/>
    </w:rPr>
  </w:style>
  <w:style w:type="paragraph" w:customStyle="1" w:styleId="Prec2Heading">
    <w:name w:val="Prec 2 Heading"/>
    <w:basedOn w:val="Prec2Number"/>
    <w:next w:val="BodyText1"/>
    <w:uiPriority w:val="39"/>
    <w:semiHidden/>
    <w:pPr>
      <w:keepNext/>
    </w:pPr>
    <w:rPr>
      <w:b/>
      <w:bCs/>
    </w:rPr>
  </w:style>
  <w:style w:type="paragraph" w:customStyle="1" w:styleId="Prec5Number">
    <w:name w:val="Prec 5 Number"/>
    <w:basedOn w:val="BodyText"/>
    <w:uiPriority w:val="39"/>
    <w:semiHidden/>
    <w:pPr>
      <w:numPr>
        <w:ilvl w:val="4"/>
        <w:numId w:val="6"/>
      </w:numPr>
    </w:pPr>
  </w:style>
  <w:style w:type="paragraph" w:customStyle="1" w:styleId="AppPart">
    <w:name w:val="App Part"/>
    <w:basedOn w:val="BodyText"/>
    <w:next w:val="BodyText"/>
    <w:uiPriority w:val="38"/>
    <w:pPr>
      <w:numPr>
        <w:ilvl w:val="1"/>
        <w:numId w:val="7"/>
      </w:numPr>
      <w:outlineLvl w:val="1"/>
    </w:pPr>
    <w:rPr>
      <w:b/>
      <w:sz w:val="22"/>
    </w:rPr>
  </w:style>
  <w:style w:type="paragraph" w:customStyle="1" w:styleId="App1Number">
    <w:name w:val="App 1 Number"/>
    <w:basedOn w:val="BodyText"/>
    <w:uiPriority w:val="39"/>
    <w:pPr>
      <w:numPr>
        <w:ilvl w:val="2"/>
        <w:numId w:val="7"/>
      </w:numPr>
    </w:pPr>
  </w:style>
  <w:style w:type="paragraph" w:customStyle="1" w:styleId="App2Number">
    <w:name w:val="App 2 Number"/>
    <w:basedOn w:val="BodyText"/>
    <w:uiPriority w:val="39"/>
    <w:pPr>
      <w:numPr>
        <w:ilvl w:val="3"/>
        <w:numId w:val="7"/>
      </w:numPr>
    </w:pPr>
  </w:style>
  <w:style w:type="paragraph" w:customStyle="1" w:styleId="App3Number">
    <w:name w:val="App 3 Number"/>
    <w:basedOn w:val="BodyText"/>
    <w:uiPriority w:val="39"/>
    <w:pPr>
      <w:numPr>
        <w:ilvl w:val="4"/>
        <w:numId w:val="7"/>
      </w:numPr>
    </w:pPr>
  </w:style>
  <w:style w:type="paragraph" w:customStyle="1" w:styleId="App4Number">
    <w:name w:val="App 4 Number"/>
    <w:basedOn w:val="BodyText"/>
    <w:uiPriority w:val="39"/>
    <w:pPr>
      <w:numPr>
        <w:ilvl w:val="5"/>
        <w:numId w:val="7"/>
      </w:numPr>
    </w:pPr>
  </w:style>
  <w:style w:type="paragraph" w:customStyle="1" w:styleId="App5Number">
    <w:name w:val="App 5 Number"/>
    <w:basedOn w:val="BodyText"/>
    <w:uiPriority w:val="39"/>
    <w:pPr>
      <w:numPr>
        <w:ilvl w:val="6"/>
        <w:numId w:val="7"/>
      </w:numPr>
    </w:pPr>
  </w:style>
  <w:style w:type="paragraph" w:customStyle="1" w:styleId="App6Number">
    <w:name w:val="App 6 Number"/>
    <w:basedOn w:val="BodyText"/>
    <w:uiPriority w:val="39"/>
    <w:pPr>
      <w:numPr>
        <w:ilvl w:val="7"/>
        <w:numId w:val="7"/>
      </w:numPr>
    </w:pPr>
  </w:style>
  <w:style w:type="paragraph" w:customStyle="1" w:styleId="App1Heading">
    <w:name w:val="App 1 Heading"/>
    <w:basedOn w:val="App1Number"/>
    <w:next w:val="BodyText1"/>
    <w:uiPriority w:val="39"/>
    <w:pPr>
      <w:keepNext/>
    </w:pPr>
    <w:rPr>
      <w:b/>
      <w:bCs/>
    </w:rPr>
  </w:style>
  <w:style w:type="paragraph" w:customStyle="1" w:styleId="App2Heading">
    <w:name w:val="App 2 Heading"/>
    <w:basedOn w:val="App2Number"/>
    <w:next w:val="BodyText1"/>
    <w:uiPriority w:val="39"/>
    <w:pPr>
      <w:keepNext/>
    </w:pPr>
    <w:rPr>
      <w:b/>
      <w:bCs/>
    </w:rPr>
  </w:style>
  <w:style w:type="paragraph" w:customStyle="1" w:styleId="App3Heading">
    <w:name w:val="App 3 Heading"/>
    <w:basedOn w:val="App3Number"/>
    <w:next w:val="BodyText1"/>
    <w:uiPriority w:val="39"/>
    <w:pPr>
      <w:keepNext/>
    </w:pPr>
    <w:rPr>
      <w:b/>
      <w:bCs/>
    </w:rPr>
  </w:style>
  <w:style w:type="numbering" w:customStyle="1" w:styleId="Appendices">
    <w:name w:val="Appendices"/>
    <w:uiPriority w:val="99"/>
    <w:pPr>
      <w:numPr>
        <w:numId w:val="7"/>
      </w:numPr>
    </w:pPr>
  </w:style>
  <w:style w:type="paragraph" w:styleId="TOC9">
    <w:name w:val="toc 9"/>
    <w:basedOn w:val="Normal"/>
    <w:next w:val="Normal"/>
    <w:autoRedefine/>
    <w:uiPriority w:val="39"/>
    <w:unhideWhenUsed/>
    <w:pPr>
      <w:ind w:left="1400"/>
    </w:pPr>
    <w:rPr>
      <w:rFonts w:cstheme="minorHAnsi"/>
    </w:rPr>
  </w:style>
  <w:style w:type="character" w:customStyle="1" w:styleId="Heading2Char">
    <w:name w:val="Heading 2 Char"/>
    <w:basedOn w:val="DefaultParagraphFont"/>
    <w:link w:val="Heading2"/>
    <w:rsid w:val="00EC5CFE"/>
    <w:rPr>
      <w:rFonts w:eastAsiaTheme="majorEastAsia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E05594"/>
    <w:rPr>
      <w:rFonts w:ascii="Arial" w:eastAsia="Times New Roman" w:hAnsi="Arial" w:cs="Times New Roman"/>
      <w:sz w:val="22"/>
    </w:rPr>
  </w:style>
  <w:style w:type="character" w:customStyle="1" w:styleId="Heading4Char">
    <w:name w:val="Heading 4 Char"/>
    <w:basedOn w:val="DefaultParagraphFont"/>
    <w:link w:val="Heading4"/>
    <w:rsid w:val="00C85031"/>
    <w:rPr>
      <w:rFonts w:ascii="Arial" w:eastAsia="Times New Roman" w:hAnsi="Arial" w:cs="Times New Roman"/>
      <w:sz w:val="22"/>
    </w:rPr>
  </w:style>
  <w:style w:type="character" w:customStyle="1" w:styleId="Heading5Char">
    <w:name w:val="Heading 5 Char"/>
    <w:basedOn w:val="DefaultParagraphFont"/>
    <w:link w:val="Heading5"/>
    <w:rsid w:val="0060346F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rsid w:val="0060346F"/>
    <w:rPr>
      <w:rFonts w:ascii="Arial" w:eastAsia="Times New Roman" w:hAnsi="Arial" w:cs="Times New Roman"/>
    </w:rPr>
  </w:style>
  <w:style w:type="character" w:customStyle="1" w:styleId="Heading7Char">
    <w:name w:val="Heading 7 Char"/>
    <w:basedOn w:val="DefaultParagraphFont"/>
    <w:link w:val="Heading7"/>
    <w:rsid w:val="0060346F"/>
    <w:rPr>
      <w:rFonts w:ascii="Arial" w:eastAsia="Times New Roman" w:hAnsi="Arial" w:cs="Times New Roman"/>
    </w:rPr>
  </w:style>
  <w:style w:type="character" w:customStyle="1" w:styleId="Heading8Char">
    <w:name w:val="Heading 8 Char"/>
    <w:basedOn w:val="DefaultParagraphFont"/>
    <w:link w:val="Heading8"/>
    <w:rsid w:val="0060346F"/>
    <w:rPr>
      <w:rFonts w:ascii="Arial" w:eastAsia="Times New Roman" w:hAnsi="Arial" w:cs="Times New Roman"/>
    </w:rPr>
  </w:style>
  <w:style w:type="character" w:customStyle="1" w:styleId="Heading9Char">
    <w:name w:val="Heading 9 Char"/>
    <w:basedOn w:val="DefaultParagraphFont"/>
    <w:link w:val="Heading9"/>
    <w:rsid w:val="0060346F"/>
    <w:rPr>
      <w:rFonts w:ascii="Arial" w:eastAsia="Times New Roman" w:hAnsi="Arial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05594"/>
    <w:pPr>
      <w:ind w:left="720"/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474AD9"/>
    <w:pPr>
      <w:ind w:left="400"/>
    </w:pPr>
    <w:rPr>
      <w:rFonts w:cstheme="minorHAnsi"/>
    </w:rPr>
  </w:style>
  <w:style w:type="paragraph" w:customStyle="1" w:styleId="Indent1">
    <w:name w:val="Indent 1"/>
    <w:basedOn w:val="Normal"/>
    <w:rsid w:val="00AA1010"/>
    <w:pPr>
      <w:spacing w:after="240"/>
      <w:ind w:left="720" w:hanging="720"/>
    </w:pPr>
    <w:rPr>
      <w:rFonts w:ascii="Arial" w:eastAsia="SimSun" w:hAnsi="Arial" w:cs="Arial"/>
      <w:color w:val="000000"/>
      <w:sz w:val="22"/>
      <w:szCs w:val="22"/>
      <w:lang w:val="en-SG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9D2735"/>
    <w:pPr>
      <w:ind w:left="60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9D2735"/>
    <w:pPr>
      <w:ind w:left="80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9D2735"/>
    <w:pPr>
      <w:ind w:left="100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9D2735"/>
    <w:pPr>
      <w:ind w:left="1200"/>
    </w:pPr>
    <w:rPr>
      <w:rFonts w:cstheme="min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5031"/>
    <w:pPr>
      <w:spacing w:after="200"/>
    </w:pPr>
    <w:rPr>
      <w:rFonts w:ascii="Calibri" w:eastAsia="SimSun" w:hAnsi="Calibri" w:cs="Times New Roman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031"/>
    <w:rPr>
      <w:rFonts w:ascii="Calibri" w:eastAsia="SimSun" w:hAnsi="Calibri" w:cs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C8503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FA5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561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6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5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615"/>
    <w:rPr>
      <w:b/>
      <w:bCs/>
    </w:rPr>
  </w:style>
  <w:style w:type="paragraph" w:styleId="NoSpacing">
    <w:name w:val="No Spacing"/>
    <w:uiPriority w:val="1"/>
    <w:qFormat/>
    <w:rsid w:val="00DA5157"/>
    <w:pPr>
      <w:spacing w:after="0" w:line="240" w:lineRule="auto"/>
    </w:pPr>
    <w:rPr>
      <w:rFonts w:ascii="Times New Roman" w:eastAsia="PMingLiU" w:hAnsi="Times New Roman" w:cs="Times New Roman"/>
      <w:sz w:val="22"/>
      <w:szCs w:val="22"/>
      <w:lang w:val="en-US"/>
    </w:rPr>
  </w:style>
  <w:style w:type="table" w:customStyle="1" w:styleId="PrecedentNotes1">
    <w:name w:val="Precedent Notes1"/>
    <w:basedOn w:val="TableNormal"/>
    <w:uiPriority w:val="99"/>
    <w:rsid w:val="008B787B"/>
    <w:pPr>
      <w:spacing w:before="40" w:after="40" w:line="240" w:lineRule="auto"/>
    </w:pPr>
    <w:rPr>
      <w:color w:val="6C6F70" w:themeColor="text2"/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paragraph" w:styleId="BodyTextIndent">
    <w:name w:val="Body Text Indent"/>
    <w:basedOn w:val="Normal"/>
    <w:link w:val="BodyTextIndentChar"/>
    <w:uiPriority w:val="99"/>
    <w:semiHidden/>
    <w:rsid w:val="00340CC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0CCF"/>
  </w:style>
  <w:style w:type="paragraph" w:styleId="BodyTextIndent2">
    <w:name w:val="Body Text Indent 2"/>
    <w:basedOn w:val="Normal"/>
    <w:link w:val="BodyTextIndent2Char"/>
    <w:uiPriority w:val="99"/>
    <w:semiHidden/>
    <w:rsid w:val="00340CC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40CCF"/>
  </w:style>
  <w:style w:type="character" w:customStyle="1" w:styleId="CrossReference">
    <w:name w:val="Cross Reference"/>
    <w:rsid w:val="00960979"/>
    <w:rPr>
      <w:rFonts w:ascii="Arial" w:hAnsi="Arial"/>
      <w:b/>
      <w:color w:val="auto"/>
      <w:sz w:val="24"/>
      <w:u w:val="none"/>
    </w:rPr>
  </w:style>
  <w:style w:type="paragraph" w:customStyle="1" w:styleId="Body1">
    <w:name w:val="Body 1"/>
    <w:basedOn w:val="Normal"/>
    <w:rsid w:val="00C96072"/>
    <w:pPr>
      <w:tabs>
        <w:tab w:val="left" w:pos="851"/>
      </w:tabs>
      <w:spacing w:after="240" w:line="312" w:lineRule="auto"/>
      <w:ind w:left="851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7412DB"/>
  </w:style>
  <w:style w:type="paragraph" w:customStyle="1" w:styleId="Default">
    <w:name w:val="Default"/>
    <w:rsid w:val="00EC45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 w:eastAsia="zh-CN"/>
    </w:rPr>
  </w:style>
  <w:style w:type="paragraph" w:styleId="Title">
    <w:name w:val="Title"/>
    <w:basedOn w:val="Normal"/>
    <w:link w:val="TitleChar"/>
    <w:qFormat/>
    <w:rsid w:val="00EC45EE"/>
    <w:pPr>
      <w:spacing w:line="240" w:lineRule="auto"/>
      <w:jc w:val="center"/>
    </w:pPr>
    <w:rPr>
      <w:rFonts w:ascii="Arial" w:eastAsia="Times New Roman" w:hAnsi="Arial" w:cs="Arial"/>
      <w:b/>
      <w:bCs/>
      <w:color w:val="000000"/>
      <w:szCs w:val="18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EC45EE"/>
    <w:rPr>
      <w:rFonts w:ascii="Arial" w:eastAsia="Times New Roman" w:hAnsi="Arial" w:cs="Arial"/>
      <w:b/>
      <w:bCs/>
      <w:color w:val="000000"/>
      <w:szCs w:val="18"/>
      <w:u w:val="single"/>
      <w:lang w:val="en-US"/>
    </w:rPr>
  </w:style>
  <w:style w:type="paragraph" w:styleId="Subtitle">
    <w:name w:val="Subtitle"/>
    <w:basedOn w:val="Normal"/>
    <w:link w:val="SubtitleChar"/>
    <w:uiPriority w:val="11"/>
    <w:qFormat/>
    <w:rsid w:val="00AC34B4"/>
    <w:pPr>
      <w:spacing w:line="240" w:lineRule="auto"/>
    </w:pPr>
    <w:rPr>
      <w:rFonts w:ascii="Times New Roman" w:eastAsia="Times New Roman" w:hAnsi="Times New Roman" w:cs="Times New Roman"/>
      <w:b/>
      <w:bCs/>
      <w:sz w:val="26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AC34B4"/>
    <w:rPr>
      <w:rFonts w:ascii="Times New Roman" w:eastAsia="Times New Roman" w:hAnsi="Times New Roman" w:cs="Times New Roman"/>
      <w:b/>
      <w:bCs/>
      <w:sz w:val="26"/>
      <w:lang w:val="en-US"/>
    </w:rPr>
  </w:style>
  <w:style w:type="paragraph" w:styleId="Revision">
    <w:name w:val="Revision"/>
    <w:hidden/>
    <w:uiPriority w:val="99"/>
    <w:semiHidden/>
    <w:rsid w:val="00950C46"/>
    <w:pPr>
      <w:spacing w:after="0" w:line="240" w:lineRule="auto"/>
    </w:pPr>
  </w:style>
  <w:style w:type="numbering" w:customStyle="1" w:styleId="NoList1">
    <w:name w:val="No List1"/>
    <w:next w:val="NoList"/>
    <w:uiPriority w:val="99"/>
    <w:semiHidden/>
    <w:unhideWhenUsed/>
    <w:rsid w:val="001E3D83"/>
  </w:style>
  <w:style w:type="table" w:customStyle="1" w:styleId="TableGrid1">
    <w:name w:val="Table Grid1"/>
    <w:basedOn w:val="TableNormal"/>
    <w:next w:val="TableGrid"/>
    <w:uiPriority w:val="59"/>
    <w:rsid w:val="001E3D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recedentNotes2">
    <w:name w:val="Precedent Notes2"/>
    <w:basedOn w:val="TableNormal"/>
    <w:uiPriority w:val="99"/>
    <w:rsid w:val="001E3D83"/>
    <w:pPr>
      <w:spacing w:before="40" w:after="40" w:line="240" w:lineRule="auto"/>
    </w:pPr>
    <w:rPr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table" w:customStyle="1" w:styleId="PrecedentNotes11">
    <w:name w:val="Precedent Notes11"/>
    <w:basedOn w:val="TableNormal"/>
    <w:uiPriority w:val="99"/>
    <w:rsid w:val="001E3D83"/>
    <w:pPr>
      <w:spacing w:before="40" w:after="40" w:line="240" w:lineRule="auto"/>
    </w:pPr>
    <w:rPr>
      <w:color w:val="6C6F70" w:themeColor="text2"/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p2\Desktop\House%20Style\Agreement+.dotx" TargetMode="External"/></Relationships>
</file>

<file path=word/theme/theme1.xml><?xml version="1.0" encoding="utf-8"?>
<a:theme xmlns:a="http://schemas.openxmlformats.org/drawingml/2006/main" name="Dentons">
  <a:themeElements>
    <a:clrScheme name="Dentons">
      <a:dk1>
        <a:sysClr val="windowText" lastClr="000000"/>
      </a:dk1>
      <a:lt1>
        <a:sysClr val="window" lastClr="FFFFFF"/>
      </a:lt1>
      <a:dk2>
        <a:srgbClr val="6C6F70"/>
      </a:dk2>
      <a:lt2>
        <a:srgbClr val="CECFCB"/>
      </a:lt2>
      <a:accent1>
        <a:srgbClr val="6E2D91"/>
      </a:accent1>
      <a:accent2>
        <a:srgbClr val="00A9E0"/>
      </a:accent2>
      <a:accent3>
        <a:srgbClr val="EEAF30"/>
      </a:accent3>
      <a:accent4>
        <a:srgbClr val="D52B1E"/>
      </a:accent4>
      <a:accent5>
        <a:srgbClr val="00A599"/>
      </a:accent5>
      <a:accent6>
        <a:srgbClr val="34B233"/>
      </a:accent6>
      <a:hlink>
        <a:srgbClr val="6E2D91"/>
      </a:hlink>
      <a:folHlink>
        <a:srgbClr val="52216C"/>
      </a:folHlink>
    </a:clrScheme>
    <a:fontScheme name="Denton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2A383-67A1-476F-B958-6718D1A4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Agreement+</Template>
  <TotalTime>361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Dentons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Dentons Rodyk</dc:creator>
  <cp:lastModifiedBy>Hui Hui TAN Jeanie</cp:lastModifiedBy>
  <cp:revision>77</cp:revision>
  <dcterms:created xsi:type="dcterms:W3CDTF">2024-06-28T05:10:00Z</dcterms:created>
  <dcterms:modified xsi:type="dcterms:W3CDTF">2024-08-19T09:46:00Z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290708dd,725c72a4,27995300,546d2b14,34131850,24b7fea3,50a9d83f,354cf258,10c5f475,4e31fe62,31af21e8,3e2acce3</vt:lpwstr>
  </property>
  <property fmtid="{D5CDD505-2E9C-101B-9397-08002B2CF9AE}" pid="3" name="ClassificationContentMarkingHeaderFontProps">
    <vt:lpwstr>#000000,11,Calibri</vt:lpwstr>
  </property>
  <property fmtid="{D5CDD505-2E9C-101B-9397-08002B2CF9AE}" pid="4" name="ClassificationContentMarkingHeaderText">
    <vt:lpwstr>OFFICIAL (CLOSED) / NON-SENSITIVE</vt:lpwstr>
  </property>
  <property fmtid="{D5CDD505-2E9C-101B-9397-08002B2CF9AE}" pid="5" name="ClassificationContentMarkingFooterShapeIds">
    <vt:lpwstr>46e24610,4c3a6ec3,570a93e,b9d0952,4fc246bf,29007964,5377be14,220f3e95,2521aac4,3e35708d,3d775ae7,1201f778</vt:lpwstr>
  </property>
  <property fmtid="{D5CDD505-2E9C-101B-9397-08002B2CF9AE}" pid="6" name="ClassificationContentMarkingFooterFontProps">
    <vt:lpwstr>#000000,11,Calibri</vt:lpwstr>
  </property>
  <property fmtid="{D5CDD505-2E9C-101B-9397-08002B2CF9AE}" pid="7" name="ClassificationContentMarkingFooterText">
    <vt:lpwstr>OFFICIAL (CLOSED) / NON-SENSITIVE</vt:lpwstr>
  </property>
  <property fmtid="{D5CDD505-2E9C-101B-9397-08002B2CF9AE}" pid="8" name="MSIP_Label_4ed19e5e-7bf2-4337-923a-f7f702f56141_Enabled">
    <vt:lpwstr>true</vt:lpwstr>
  </property>
  <property fmtid="{D5CDD505-2E9C-101B-9397-08002B2CF9AE}" pid="9" name="MSIP_Label_4ed19e5e-7bf2-4337-923a-f7f702f56141_SetDate">
    <vt:lpwstr>2024-05-30T10:14:46Z</vt:lpwstr>
  </property>
  <property fmtid="{D5CDD505-2E9C-101B-9397-08002B2CF9AE}" pid="10" name="MSIP_Label_4ed19e5e-7bf2-4337-923a-f7f702f56141_Method">
    <vt:lpwstr>Privileged</vt:lpwstr>
  </property>
  <property fmtid="{D5CDD505-2E9C-101B-9397-08002B2CF9AE}" pid="11" name="MSIP_Label_4ed19e5e-7bf2-4337-923a-f7f702f56141_Name">
    <vt:lpwstr>Official (Closed) - Non-Sensitive</vt:lpwstr>
  </property>
  <property fmtid="{D5CDD505-2E9C-101B-9397-08002B2CF9AE}" pid="12" name="MSIP_Label_4ed19e5e-7bf2-4337-923a-f7f702f56141_SiteId">
    <vt:lpwstr>b19eb717-104f-45a1-9f08-36aacb739dcf</vt:lpwstr>
  </property>
  <property fmtid="{D5CDD505-2E9C-101B-9397-08002B2CF9AE}" pid="13" name="MSIP_Label_4ed19e5e-7bf2-4337-923a-f7f702f56141_ActionId">
    <vt:lpwstr>80fdc535-087e-4ecc-8d01-9a0d757896fe</vt:lpwstr>
  </property>
  <property fmtid="{D5CDD505-2E9C-101B-9397-08002B2CF9AE}" pid="14" name="MSIP_Label_4ed19e5e-7bf2-4337-923a-f7f702f56141_ContentBits">
    <vt:lpwstr>3</vt:lpwstr>
  </property>
</Properties>
</file>